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67" w:rsidRDefault="00A70C67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11 </w:t>
      </w:r>
    </w:p>
    <w:p w:rsidR="00A70C67" w:rsidRDefault="00A70C67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протоколу №20 заседания </w:t>
      </w:r>
    </w:p>
    <w:p w:rsidR="00A70C67" w:rsidRDefault="00A70C67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комиссии по разработке ТП ОМС</w:t>
      </w:r>
    </w:p>
    <w:p w:rsidR="00A70C67" w:rsidRPr="004E2140" w:rsidRDefault="00A70C67" w:rsidP="000A1D2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25.09.2015г.</w:t>
      </w:r>
    </w:p>
    <w:p w:rsidR="00A70C67" w:rsidRPr="004E2140" w:rsidRDefault="00A70C67" w:rsidP="000A1D2F">
      <w:pPr>
        <w:spacing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0C67" w:rsidRPr="004E2140" w:rsidRDefault="00A70C67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Состав рабочей группы</w:t>
      </w:r>
    </w:p>
    <w:p w:rsidR="00A70C67" w:rsidRPr="00C730E9" w:rsidRDefault="00A70C67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для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обязательного медицинского страхования на 201</w:t>
      </w:r>
      <w:r w:rsidRPr="00C730E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201</w:t>
      </w:r>
      <w:r w:rsidRPr="00C730E9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Pr="00C730E9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A70C67" w:rsidRPr="004E2140" w:rsidRDefault="00A70C67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0C67" w:rsidRPr="004E2140" w:rsidRDefault="00A70C67" w:rsidP="000A1D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0C67" w:rsidRPr="004E2140" w:rsidRDefault="00A70C67" w:rsidP="000A1D2F">
      <w:pPr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– Криволапов А.Н.,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первый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заместитель министра здравоохранения Оренбургской области;</w:t>
      </w:r>
    </w:p>
    <w:p w:rsidR="00A70C67" w:rsidRDefault="00A70C67" w:rsidP="006B3E9A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  <w:r w:rsidRPr="006B3E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0C67" w:rsidRPr="004E2140" w:rsidRDefault="00A70C67" w:rsidP="006B3E9A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Алешина И.А., начальник отдела организации медицинской помощи взрослому населению министерства здравоохранения Оренбургской области;</w:t>
      </w:r>
    </w:p>
    <w:p w:rsidR="00A70C67" w:rsidRDefault="00A70C67" w:rsidP="00264213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Балтенко Ю.Э.,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лечебно-профилактической помощи населению;</w:t>
      </w:r>
    </w:p>
    <w:p w:rsidR="00A70C67" w:rsidRDefault="00A70C67" w:rsidP="00264213">
      <w:pPr>
        <w:ind w:left="705" w:hanging="3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Гильмутдинов Р.Г., п</w:t>
      </w:r>
      <w:r w:rsidRPr="00264213">
        <w:rPr>
          <w:rFonts w:ascii="Times New Roman" w:hAnsi="Times New Roman" w:cs="Times New Roman"/>
          <w:sz w:val="28"/>
          <w:szCs w:val="28"/>
        </w:rPr>
        <w:t>редседатель правления Оренбургского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4213">
        <w:rPr>
          <w:rFonts w:ascii="Times New Roman" w:hAnsi="Times New Roman" w:cs="Times New Roman"/>
          <w:sz w:val="28"/>
          <w:szCs w:val="28"/>
        </w:rPr>
        <w:t>регионального отделения общероссийской общественной организации «Российская медицинская ассоциация»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A70C67" w:rsidRDefault="00A70C67" w:rsidP="00264213">
      <w:pPr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70C67" w:rsidRDefault="00A70C67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Зольникова Г.П.,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министра здравоохранения Оренбургской области по организации медицинской помощи детям и родовспоможению;</w:t>
      </w:r>
    </w:p>
    <w:p w:rsidR="00A70C67" w:rsidRPr="00A51B60" w:rsidRDefault="00A70C67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Игнат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ва Т.Н., начальник отдела организации медицинской помощи детям министерства здравоохранения Оренбургской области;</w:t>
      </w:r>
    </w:p>
    <w:p w:rsidR="00A70C67" w:rsidRDefault="00A70C67" w:rsidP="0076099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Коробов А.М.,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заместитель министра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управления фармацевтической деятельности министерства здравоохранения Оренбургской области;</w:t>
      </w:r>
    </w:p>
    <w:p w:rsidR="00A70C67" w:rsidRPr="00A51B60" w:rsidRDefault="00A70C67" w:rsidP="0076099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Лазуткина И.И. – руководитель отдела программ в сфере здравоохранения министерства здравоохранения Оренбургской области;</w:t>
      </w:r>
    </w:p>
    <w:p w:rsidR="00A70C67" w:rsidRDefault="00A70C67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90">
        <w:rPr>
          <w:rFonts w:ascii="Times New Roman" w:hAnsi="Times New Roman" w:cs="Times New Roman"/>
          <w:color w:val="000000"/>
          <w:sz w:val="28"/>
          <w:szCs w:val="28"/>
        </w:rPr>
        <w:t>Марковская В.В., заместитель директора Территориального фонда обязательного медицинского страхования Оренбургской области (по согласованию);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0C67" w:rsidRPr="00A51B60" w:rsidRDefault="00A70C67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Рубцова И.В., начальник отдела по формированию и финансированию территориальной программы обязательного медицинского страхования  Территориального фонда обязательного медицинского страхования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990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70C67" w:rsidRDefault="00A70C67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Рябов А.Д., начальник отдела организации специализированной и высокотехнологичной медицинской помощи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5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0C67" w:rsidRPr="004E2140" w:rsidRDefault="00A70C67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Савилова М.В., начальник управления экономики и финансов министерства здравоохранения Оренбургской области;</w:t>
      </w:r>
    </w:p>
    <w:p w:rsidR="00A70C67" w:rsidRPr="00A51B60" w:rsidRDefault="00A70C67" w:rsidP="00A51B60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60">
        <w:rPr>
          <w:rFonts w:ascii="Times New Roman" w:hAnsi="Times New Roman" w:cs="Times New Roman"/>
          <w:color w:val="000000"/>
          <w:sz w:val="28"/>
          <w:szCs w:val="28"/>
        </w:rPr>
        <w:t>Тенякова Т.В. – специалист-эксперт отдела организации службы родовспоможения министерства здравоохранения Оренбургской области;</w:t>
      </w:r>
    </w:p>
    <w:p w:rsidR="00A70C67" w:rsidRDefault="00A70C67" w:rsidP="000A1D2F">
      <w:pPr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2140">
        <w:rPr>
          <w:rFonts w:ascii="Times New Roman" w:hAnsi="Times New Roman" w:cs="Times New Roman"/>
          <w:color w:val="000000"/>
          <w:sz w:val="28"/>
          <w:szCs w:val="28"/>
        </w:rPr>
        <w:t>Шмыкова Т.В., начальник отдела экономического анализа и медицинского страхования</w:t>
      </w:r>
      <w:r w:rsidRPr="007609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2140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0C67" w:rsidRDefault="00A70C67">
      <w:pPr>
        <w:rPr>
          <w:rFonts w:cs="Times New Roman"/>
        </w:rPr>
      </w:pPr>
    </w:p>
    <w:sectPr w:rsidR="00A70C67" w:rsidSect="00304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64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602695"/>
    <w:multiLevelType w:val="multilevel"/>
    <w:tmpl w:val="C6E26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25833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DF743A"/>
    <w:multiLevelType w:val="hybridMultilevel"/>
    <w:tmpl w:val="6B30ADEA"/>
    <w:lvl w:ilvl="0" w:tplc="F322E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D2F"/>
    <w:rsid w:val="000003CE"/>
    <w:rsid w:val="00000DF9"/>
    <w:rsid w:val="00000ED1"/>
    <w:rsid w:val="000013EA"/>
    <w:rsid w:val="00001650"/>
    <w:rsid w:val="0000198A"/>
    <w:rsid w:val="00002235"/>
    <w:rsid w:val="00002334"/>
    <w:rsid w:val="000029E2"/>
    <w:rsid w:val="00002B1F"/>
    <w:rsid w:val="00003E71"/>
    <w:rsid w:val="00003FC4"/>
    <w:rsid w:val="000040C8"/>
    <w:rsid w:val="00004148"/>
    <w:rsid w:val="00004249"/>
    <w:rsid w:val="00004652"/>
    <w:rsid w:val="00004A97"/>
    <w:rsid w:val="00004DCE"/>
    <w:rsid w:val="00005001"/>
    <w:rsid w:val="00005691"/>
    <w:rsid w:val="00005B4B"/>
    <w:rsid w:val="0000671C"/>
    <w:rsid w:val="00006D10"/>
    <w:rsid w:val="00010445"/>
    <w:rsid w:val="000104F0"/>
    <w:rsid w:val="000107A6"/>
    <w:rsid w:val="00010927"/>
    <w:rsid w:val="00011798"/>
    <w:rsid w:val="00011A26"/>
    <w:rsid w:val="00011C33"/>
    <w:rsid w:val="00011DDA"/>
    <w:rsid w:val="00011EC2"/>
    <w:rsid w:val="000123B7"/>
    <w:rsid w:val="00012720"/>
    <w:rsid w:val="00012B53"/>
    <w:rsid w:val="00012D76"/>
    <w:rsid w:val="00013B20"/>
    <w:rsid w:val="0001411B"/>
    <w:rsid w:val="000147AD"/>
    <w:rsid w:val="00014D83"/>
    <w:rsid w:val="000154F6"/>
    <w:rsid w:val="00015E27"/>
    <w:rsid w:val="00016C31"/>
    <w:rsid w:val="0001707A"/>
    <w:rsid w:val="00017562"/>
    <w:rsid w:val="00017741"/>
    <w:rsid w:val="00017A75"/>
    <w:rsid w:val="00020416"/>
    <w:rsid w:val="00020AAF"/>
    <w:rsid w:val="00020C50"/>
    <w:rsid w:val="000213FD"/>
    <w:rsid w:val="00021CA4"/>
    <w:rsid w:val="00023C54"/>
    <w:rsid w:val="000254A6"/>
    <w:rsid w:val="000257CC"/>
    <w:rsid w:val="00025F3F"/>
    <w:rsid w:val="00025F43"/>
    <w:rsid w:val="000261A1"/>
    <w:rsid w:val="0002695E"/>
    <w:rsid w:val="00026BAB"/>
    <w:rsid w:val="00026D65"/>
    <w:rsid w:val="00027E0D"/>
    <w:rsid w:val="00030658"/>
    <w:rsid w:val="00030A4F"/>
    <w:rsid w:val="00030CE3"/>
    <w:rsid w:val="00030CF0"/>
    <w:rsid w:val="000314E0"/>
    <w:rsid w:val="00031FBE"/>
    <w:rsid w:val="00032B03"/>
    <w:rsid w:val="00032B96"/>
    <w:rsid w:val="0003320C"/>
    <w:rsid w:val="000341D1"/>
    <w:rsid w:val="000344B8"/>
    <w:rsid w:val="00034B7E"/>
    <w:rsid w:val="00034E8E"/>
    <w:rsid w:val="00035481"/>
    <w:rsid w:val="00035E8E"/>
    <w:rsid w:val="000366ED"/>
    <w:rsid w:val="0003732D"/>
    <w:rsid w:val="00037498"/>
    <w:rsid w:val="000379D7"/>
    <w:rsid w:val="000379E0"/>
    <w:rsid w:val="000400B3"/>
    <w:rsid w:val="00040487"/>
    <w:rsid w:val="000405CE"/>
    <w:rsid w:val="00040A2B"/>
    <w:rsid w:val="00040AAB"/>
    <w:rsid w:val="00040CF0"/>
    <w:rsid w:val="00041E6F"/>
    <w:rsid w:val="000430AB"/>
    <w:rsid w:val="0004323A"/>
    <w:rsid w:val="000440F3"/>
    <w:rsid w:val="0004593B"/>
    <w:rsid w:val="00045C6D"/>
    <w:rsid w:val="00045F36"/>
    <w:rsid w:val="00046203"/>
    <w:rsid w:val="0004660D"/>
    <w:rsid w:val="00046E99"/>
    <w:rsid w:val="00046FBB"/>
    <w:rsid w:val="00047FEB"/>
    <w:rsid w:val="00051131"/>
    <w:rsid w:val="000516AE"/>
    <w:rsid w:val="000524C4"/>
    <w:rsid w:val="0005298F"/>
    <w:rsid w:val="00052BD8"/>
    <w:rsid w:val="00052DFF"/>
    <w:rsid w:val="000539E9"/>
    <w:rsid w:val="00053AB4"/>
    <w:rsid w:val="00053D03"/>
    <w:rsid w:val="00054547"/>
    <w:rsid w:val="00054C52"/>
    <w:rsid w:val="0005509A"/>
    <w:rsid w:val="000557FF"/>
    <w:rsid w:val="00055D18"/>
    <w:rsid w:val="00055FEE"/>
    <w:rsid w:val="00056155"/>
    <w:rsid w:val="000570CF"/>
    <w:rsid w:val="00057D27"/>
    <w:rsid w:val="00057EDC"/>
    <w:rsid w:val="00061200"/>
    <w:rsid w:val="00062B97"/>
    <w:rsid w:val="00062CDB"/>
    <w:rsid w:val="00062D91"/>
    <w:rsid w:val="000635DA"/>
    <w:rsid w:val="00064BE6"/>
    <w:rsid w:val="0006520D"/>
    <w:rsid w:val="00065C22"/>
    <w:rsid w:val="00065E61"/>
    <w:rsid w:val="00065EFC"/>
    <w:rsid w:val="00066261"/>
    <w:rsid w:val="00066342"/>
    <w:rsid w:val="00067404"/>
    <w:rsid w:val="000677A1"/>
    <w:rsid w:val="00067A9A"/>
    <w:rsid w:val="00067C3B"/>
    <w:rsid w:val="00067E8F"/>
    <w:rsid w:val="000702F4"/>
    <w:rsid w:val="00070431"/>
    <w:rsid w:val="0007105F"/>
    <w:rsid w:val="00071B23"/>
    <w:rsid w:val="00071E98"/>
    <w:rsid w:val="00071F18"/>
    <w:rsid w:val="00072275"/>
    <w:rsid w:val="000723D6"/>
    <w:rsid w:val="00072880"/>
    <w:rsid w:val="00072DED"/>
    <w:rsid w:val="00073C3A"/>
    <w:rsid w:val="0007405F"/>
    <w:rsid w:val="00074783"/>
    <w:rsid w:val="00074820"/>
    <w:rsid w:val="0007532F"/>
    <w:rsid w:val="00075416"/>
    <w:rsid w:val="000757FD"/>
    <w:rsid w:val="00075A6C"/>
    <w:rsid w:val="00075A98"/>
    <w:rsid w:val="0007622F"/>
    <w:rsid w:val="000768BF"/>
    <w:rsid w:val="00076B2D"/>
    <w:rsid w:val="000776C9"/>
    <w:rsid w:val="00080439"/>
    <w:rsid w:val="00080639"/>
    <w:rsid w:val="00080CEB"/>
    <w:rsid w:val="00080F60"/>
    <w:rsid w:val="00080FAB"/>
    <w:rsid w:val="00081013"/>
    <w:rsid w:val="00081822"/>
    <w:rsid w:val="000820CE"/>
    <w:rsid w:val="00082A9D"/>
    <w:rsid w:val="00082E41"/>
    <w:rsid w:val="000838AD"/>
    <w:rsid w:val="00084603"/>
    <w:rsid w:val="0008464C"/>
    <w:rsid w:val="00084B2E"/>
    <w:rsid w:val="00085144"/>
    <w:rsid w:val="0008538D"/>
    <w:rsid w:val="00085A37"/>
    <w:rsid w:val="000861B6"/>
    <w:rsid w:val="0008682C"/>
    <w:rsid w:val="00087C19"/>
    <w:rsid w:val="00087E7B"/>
    <w:rsid w:val="000900B0"/>
    <w:rsid w:val="00090B33"/>
    <w:rsid w:val="00090DC8"/>
    <w:rsid w:val="000917D4"/>
    <w:rsid w:val="00091B81"/>
    <w:rsid w:val="00091F7F"/>
    <w:rsid w:val="00091FD4"/>
    <w:rsid w:val="0009247F"/>
    <w:rsid w:val="00092A26"/>
    <w:rsid w:val="00092D55"/>
    <w:rsid w:val="00092EA9"/>
    <w:rsid w:val="000933A5"/>
    <w:rsid w:val="000935B2"/>
    <w:rsid w:val="000935E6"/>
    <w:rsid w:val="00093798"/>
    <w:rsid w:val="000939F2"/>
    <w:rsid w:val="0009414F"/>
    <w:rsid w:val="00094364"/>
    <w:rsid w:val="00094BEA"/>
    <w:rsid w:val="00095FCB"/>
    <w:rsid w:val="000963B6"/>
    <w:rsid w:val="0009759D"/>
    <w:rsid w:val="000A0442"/>
    <w:rsid w:val="000A0961"/>
    <w:rsid w:val="000A12A0"/>
    <w:rsid w:val="000A1860"/>
    <w:rsid w:val="000A1D2F"/>
    <w:rsid w:val="000A1FA3"/>
    <w:rsid w:val="000A272B"/>
    <w:rsid w:val="000A287D"/>
    <w:rsid w:val="000A29AE"/>
    <w:rsid w:val="000A2BFE"/>
    <w:rsid w:val="000A2E9A"/>
    <w:rsid w:val="000A3339"/>
    <w:rsid w:val="000A3992"/>
    <w:rsid w:val="000A3F4D"/>
    <w:rsid w:val="000A4769"/>
    <w:rsid w:val="000A476C"/>
    <w:rsid w:val="000A53BD"/>
    <w:rsid w:val="000A5F83"/>
    <w:rsid w:val="000A60DF"/>
    <w:rsid w:val="000A629C"/>
    <w:rsid w:val="000A658E"/>
    <w:rsid w:val="000A69DB"/>
    <w:rsid w:val="000A6D84"/>
    <w:rsid w:val="000A6EDF"/>
    <w:rsid w:val="000A712F"/>
    <w:rsid w:val="000A775B"/>
    <w:rsid w:val="000A77F9"/>
    <w:rsid w:val="000A7DFD"/>
    <w:rsid w:val="000B0023"/>
    <w:rsid w:val="000B0A5D"/>
    <w:rsid w:val="000B0AF2"/>
    <w:rsid w:val="000B0BE9"/>
    <w:rsid w:val="000B0FB4"/>
    <w:rsid w:val="000B10AA"/>
    <w:rsid w:val="000B1157"/>
    <w:rsid w:val="000B11AD"/>
    <w:rsid w:val="000B1919"/>
    <w:rsid w:val="000B2314"/>
    <w:rsid w:val="000B2575"/>
    <w:rsid w:val="000B26DC"/>
    <w:rsid w:val="000B2EAB"/>
    <w:rsid w:val="000B2F40"/>
    <w:rsid w:val="000B34DA"/>
    <w:rsid w:val="000B3B68"/>
    <w:rsid w:val="000B41DC"/>
    <w:rsid w:val="000B422B"/>
    <w:rsid w:val="000B4902"/>
    <w:rsid w:val="000B50A7"/>
    <w:rsid w:val="000B5DE0"/>
    <w:rsid w:val="000B6978"/>
    <w:rsid w:val="000B7500"/>
    <w:rsid w:val="000C03A7"/>
    <w:rsid w:val="000C052B"/>
    <w:rsid w:val="000C07B2"/>
    <w:rsid w:val="000C17B4"/>
    <w:rsid w:val="000C1A67"/>
    <w:rsid w:val="000C1A84"/>
    <w:rsid w:val="000C21DC"/>
    <w:rsid w:val="000C2C30"/>
    <w:rsid w:val="000C30B7"/>
    <w:rsid w:val="000C33A7"/>
    <w:rsid w:val="000C3E8D"/>
    <w:rsid w:val="000C4AF4"/>
    <w:rsid w:val="000C4BE9"/>
    <w:rsid w:val="000C586F"/>
    <w:rsid w:val="000C6319"/>
    <w:rsid w:val="000C6763"/>
    <w:rsid w:val="000C69EA"/>
    <w:rsid w:val="000C6DB5"/>
    <w:rsid w:val="000C7049"/>
    <w:rsid w:val="000C70E2"/>
    <w:rsid w:val="000C7380"/>
    <w:rsid w:val="000C75D2"/>
    <w:rsid w:val="000C7FBD"/>
    <w:rsid w:val="000D0787"/>
    <w:rsid w:val="000D0A40"/>
    <w:rsid w:val="000D0BC2"/>
    <w:rsid w:val="000D0E59"/>
    <w:rsid w:val="000D1F5D"/>
    <w:rsid w:val="000D267B"/>
    <w:rsid w:val="000D2BEF"/>
    <w:rsid w:val="000D3F03"/>
    <w:rsid w:val="000D4353"/>
    <w:rsid w:val="000D438A"/>
    <w:rsid w:val="000D480B"/>
    <w:rsid w:val="000D48EB"/>
    <w:rsid w:val="000D49A1"/>
    <w:rsid w:val="000D4C78"/>
    <w:rsid w:val="000D4ED9"/>
    <w:rsid w:val="000D605F"/>
    <w:rsid w:val="000D6420"/>
    <w:rsid w:val="000D66D0"/>
    <w:rsid w:val="000D6AF2"/>
    <w:rsid w:val="000D6EF8"/>
    <w:rsid w:val="000D7AAB"/>
    <w:rsid w:val="000E02E0"/>
    <w:rsid w:val="000E0342"/>
    <w:rsid w:val="000E0439"/>
    <w:rsid w:val="000E1288"/>
    <w:rsid w:val="000E12BE"/>
    <w:rsid w:val="000E16CA"/>
    <w:rsid w:val="000E1801"/>
    <w:rsid w:val="000E18AA"/>
    <w:rsid w:val="000E1F12"/>
    <w:rsid w:val="000E2BF3"/>
    <w:rsid w:val="000E3C43"/>
    <w:rsid w:val="000E3D79"/>
    <w:rsid w:val="000E42D7"/>
    <w:rsid w:val="000E4320"/>
    <w:rsid w:val="000E4FED"/>
    <w:rsid w:val="000E638B"/>
    <w:rsid w:val="000E6AE2"/>
    <w:rsid w:val="000E72FB"/>
    <w:rsid w:val="000E7523"/>
    <w:rsid w:val="000E764D"/>
    <w:rsid w:val="000E7974"/>
    <w:rsid w:val="000E7AB0"/>
    <w:rsid w:val="000F00AC"/>
    <w:rsid w:val="000F0D6B"/>
    <w:rsid w:val="000F0E3F"/>
    <w:rsid w:val="000F10B8"/>
    <w:rsid w:val="000F1671"/>
    <w:rsid w:val="000F2364"/>
    <w:rsid w:val="000F2704"/>
    <w:rsid w:val="000F27E9"/>
    <w:rsid w:val="000F3104"/>
    <w:rsid w:val="000F353E"/>
    <w:rsid w:val="000F3D97"/>
    <w:rsid w:val="000F55FC"/>
    <w:rsid w:val="000F6266"/>
    <w:rsid w:val="000F699A"/>
    <w:rsid w:val="000F7029"/>
    <w:rsid w:val="000F70A4"/>
    <w:rsid w:val="000F7152"/>
    <w:rsid w:val="00100048"/>
    <w:rsid w:val="0010093A"/>
    <w:rsid w:val="00101C72"/>
    <w:rsid w:val="00102126"/>
    <w:rsid w:val="0010295B"/>
    <w:rsid w:val="00104007"/>
    <w:rsid w:val="001048D7"/>
    <w:rsid w:val="0010491D"/>
    <w:rsid w:val="00104D67"/>
    <w:rsid w:val="001052B4"/>
    <w:rsid w:val="00105958"/>
    <w:rsid w:val="001066B0"/>
    <w:rsid w:val="00106DDA"/>
    <w:rsid w:val="00106F06"/>
    <w:rsid w:val="0010709F"/>
    <w:rsid w:val="001070A3"/>
    <w:rsid w:val="00107AC2"/>
    <w:rsid w:val="00110C6E"/>
    <w:rsid w:val="00110ED3"/>
    <w:rsid w:val="001114E3"/>
    <w:rsid w:val="00111CA4"/>
    <w:rsid w:val="00111E7C"/>
    <w:rsid w:val="00112544"/>
    <w:rsid w:val="00112640"/>
    <w:rsid w:val="001127B4"/>
    <w:rsid w:val="00113A5B"/>
    <w:rsid w:val="00113AE8"/>
    <w:rsid w:val="00113CC3"/>
    <w:rsid w:val="00113F62"/>
    <w:rsid w:val="00114028"/>
    <w:rsid w:val="00114034"/>
    <w:rsid w:val="0011484E"/>
    <w:rsid w:val="00114BC8"/>
    <w:rsid w:val="001154E2"/>
    <w:rsid w:val="00115B3B"/>
    <w:rsid w:val="001162CF"/>
    <w:rsid w:val="0011658A"/>
    <w:rsid w:val="0011737B"/>
    <w:rsid w:val="00117725"/>
    <w:rsid w:val="00117B43"/>
    <w:rsid w:val="00120C9D"/>
    <w:rsid w:val="0012121B"/>
    <w:rsid w:val="00121E24"/>
    <w:rsid w:val="00123672"/>
    <w:rsid w:val="001236DA"/>
    <w:rsid w:val="00124016"/>
    <w:rsid w:val="00124895"/>
    <w:rsid w:val="00124E20"/>
    <w:rsid w:val="00124E96"/>
    <w:rsid w:val="00124ECE"/>
    <w:rsid w:val="0012520D"/>
    <w:rsid w:val="0012598C"/>
    <w:rsid w:val="00125C93"/>
    <w:rsid w:val="00125FAE"/>
    <w:rsid w:val="001269F9"/>
    <w:rsid w:val="0012744D"/>
    <w:rsid w:val="001300A1"/>
    <w:rsid w:val="00130652"/>
    <w:rsid w:val="0013133E"/>
    <w:rsid w:val="001314EF"/>
    <w:rsid w:val="001319E4"/>
    <w:rsid w:val="00131BE3"/>
    <w:rsid w:val="00131DD7"/>
    <w:rsid w:val="001324BB"/>
    <w:rsid w:val="00132565"/>
    <w:rsid w:val="001327A1"/>
    <w:rsid w:val="00132A41"/>
    <w:rsid w:val="0013322A"/>
    <w:rsid w:val="0013373F"/>
    <w:rsid w:val="00133B67"/>
    <w:rsid w:val="001340DD"/>
    <w:rsid w:val="00134165"/>
    <w:rsid w:val="0013454F"/>
    <w:rsid w:val="001349A6"/>
    <w:rsid w:val="00134CB7"/>
    <w:rsid w:val="0013504D"/>
    <w:rsid w:val="0013547D"/>
    <w:rsid w:val="001357D1"/>
    <w:rsid w:val="00135AD5"/>
    <w:rsid w:val="00135CC7"/>
    <w:rsid w:val="001362E6"/>
    <w:rsid w:val="00136817"/>
    <w:rsid w:val="00137105"/>
    <w:rsid w:val="001371FC"/>
    <w:rsid w:val="001374EF"/>
    <w:rsid w:val="00137C09"/>
    <w:rsid w:val="00137D2B"/>
    <w:rsid w:val="00137E63"/>
    <w:rsid w:val="00140CAF"/>
    <w:rsid w:val="00140E10"/>
    <w:rsid w:val="001412B9"/>
    <w:rsid w:val="00141939"/>
    <w:rsid w:val="00141A78"/>
    <w:rsid w:val="001420B9"/>
    <w:rsid w:val="00142C4B"/>
    <w:rsid w:val="001434C2"/>
    <w:rsid w:val="00143B68"/>
    <w:rsid w:val="00143F82"/>
    <w:rsid w:val="001440EF"/>
    <w:rsid w:val="00144656"/>
    <w:rsid w:val="00144B8B"/>
    <w:rsid w:val="0014545F"/>
    <w:rsid w:val="00145CF0"/>
    <w:rsid w:val="001463F4"/>
    <w:rsid w:val="00146496"/>
    <w:rsid w:val="0014670E"/>
    <w:rsid w:val="001467D0"/>
    <w:rsid w:val="001468A9"/>
    <w:rsid w:val="00147144"/>
    <w:rsid w:val="00147E69"/>
    <w:rsid w:val="0015051F"/>
    <w:rsid w:val="0015083C"/>
    <w:rsid w:val="0015095A"/>
    <w:rsid w:val="00151429"/>
    <w:rsid w:val="001515E4"/>
    <w:rsid w:val="00151949"/>
    <w:rsid w:val="00153D71"/>
    <w:rsid w:val="00154040"/>
    <w:rsid w:val="00154BA6"/>
    <w:rsid w:val="001552F8"/>
    <w:rsid w:val="001559EA"/>
    <w:rsid w:val="00155C77"/>
    <w:rsid w:val="0015604A"/>
    <w:rsid w:val="00156153"/>
    <w:rsid w:val="00156BE8"/>
    <w:rsid w:val="00156D6E"/>
    <w:rsid w:val="0016011A"/>
    <w:rsid w:val="00160204"/>
    <w:rsid w:val="00160712"/>
    <w:rsid w:val="00160876"/>
    <w:rsid w:val="00160BE8"/>
    <w:rsid w:val="00160E8D"/>
    <w:rsid w:val="0016164B"/>
    <w:rsid w:val="00162086"/>
    <w:rsid w:val="00162221"/>
    <w:rsid w:val="00162689"/>
    <w:rsid w:val="00162E9A"/>
    <w:rsid w:val="00163242"/>
    <w:rsid w:val="0016376D"/>
    <w:rsid w:val="00163B41"/>
    <w:rsid w:val="00163E15"/>
    <w:rsid w:val="00164784"/>
    <w:rsid w:val="00164A8D"/>
    <w:rsid w:val="00165405"/>
    <w:rsid w:val="00165A3E"/>
    <w:rsid w:val="0016660B"/>
    <w:rsid w:val="00166900"/>
    <w:rsid w:val="00170572"/>
    <w:rsid w:val="001708E5"/>
    <w:rsid w:val="00170A05"/>
    <w:rsid w:val="00171379"/>
    <w:rsid w:val="00171A81"/>
    <w:rsid w:val="00171CCB"/>
    <w:rsid w:val="00171D93"/>
    <w:rsid w:val="00172203"/>
    <w:rsid w:val="00172896"/>
    <w:rsid w:val="00172E4F"/>
    <w:rsid w:val="0017315E"/>
    <w:rsid w:val="00174294"/>
    <w:rsid w:val="00174897"/>
    <w:rsid w:val="00174E63"/>
    <w:rsid w:val="001767BC"/>
    <w:rsid w:val="00176AE9"/>
    <w:rsid w:val="001771E8"/>
    <w:rsid w:val="00177CBF"/>
    <w:rsid w:val="001805D8"/>
    <w:rsid w:val="00181317"/>
    <w:rsid w:val="00181DD3"/>
    <w:rsid w:val="00181E07"/>
    <w:rsid w:val="00181FEB"/>
    <w:rsid w:val="0018237F"/>
    <w:rsid w:val="0018293E"/>
    <w:rsid w:val="0018301C"/>
    <w:rsid w:val="00183527"/>
    <w:rsid w:val="00183587"/>
    <w:rsid w:val="0018398B"/>
    <w:rsid w:val="001845D4"/>
    <w:rsid w:val="0018476E"/>
    <w:rsid w:val="00184AB2"/>
    <w:rsid w:val="00184EFF"/>
    <w:rsid w:val="001851DB"/>
    <w:rsid w:val="0018589E"/>
    <w:rsid w:val="00185B23"/>
    <w:rsid w:val="00186996"/>
    <w:rsid w:val="0019017B"/>
    <w:rsid w:val="00190AAE"/>
    <w:rsid w:val="00190AC1"/>
    <w:rsid w:val="00191781"/>
    <w:rsid w:val="00191B32"/>
    <w:rsid w:val="00191C22"/>
    <w:rsid w:val="001920D7"/>
    <w:rsid w:val="0019279F"/>
    <w:rsid w:val="001927DC"/>
    <w:rsid w:val="00192E11"/>
    <w:rsid w:val="00193BF4"/>
    <w:rsid w:val="00193CD8"/>
    <w:rsid w:val="00193FDA"/>
    <w:rsid w:val="00194596"/>
    <w:rsid w:val="00195610"/>
    <w:rsid w:val="00195FC4"/>
    <w:rsid w:val="00196071"/>
    <w:rsid w:val="0019631A"/>
    <w:rsid w:val="001965D8"/>
    <w:rsid w:val="001974C7"/>
    <w:rsid w:val="001978A9"/>
    <w:rsid w:val="00197D7F"/>
    <w:rsid w:val="001A0185"/>
    <w:rsid w:val="001A0E9F"/>
    <w:rsid w:val="001A2BD1"/>
    <w:rsid w:val="001A2C3D"/>
    <w:rsid w:val="001A2C9E"/>
    <w:rsid w:val="001A3A51"/>
    <w:rsid w:val="001A49ED"/>
    <w:rsid w:val="001A4E0B"/>
    <w:rsid w:val="001A4FA1"/>
    <w:rsid w:val="001A5910"/>
    <w:rsid w:val="001A667B"/>
    <w:rsid w:val="001A752F"/>
    <w:rsid w:val="001A75E4"/>
    <w:rsid w:val="001A7C60"/>
    <w:rsid w:val="001A7D77"/>
    <w:rsid w:val="001A7DA2"/>
    <w:rsid w:val="001B0315"/>
    <w:rsid w:val="001B0A17"/>
    <w:rsid w:val="001B0A7F"/>
    <w:rsid w:val="001B0B63"/>
    <w:rsid w:val="001B0C92"/>
    <w:rsid w:val="001B0F64"/>
    <w:rsid w:val="001B15FD"/>
    <w:rsid w:val="001B23B5"/>
    <w:rsid w:val="001B27EB"/>
    <w:rsid w:val="001B29DF"/>
    <w:rsid w:val="001B2C98"/>
    <w:rsid w:val="001B30F8"/>
    <w:rsid w:val="001B3AEB"/>
    <w:rsid w:val="001B43BD"/>
    <w:rsid w:val="001B45B6"/>
    <w:rsid w:val="001B469D"/>
    <w:rsid w:val="001B4822"/>
    <w:rsid w:val="001B67A6"/>
    <w:rsid w:val="001B6958"/>
    <w:rsid w:val="001B7487"/>
    <w:rsid w:val="001B796C"/>
    <w:rsid w:val="001C016D"/>
    <w:rsid w:val="001C03A2"/>
    <w:rsid w:val="001C07C4"/>
    <w:rsid w:val="001C0A75"/>
    <w:rsid w:val="001C0D02"/>
    <w:rsid w:val="001C1506"/>
    <w:rsid w:val="001C1750"/>
    <w:rsid w:val="001C2596"/>
    <w:rsid w:val="001C26F1"/>
    <w:rsid w:val="001C3217"/>
    <w:rsid w:val="001C332B"/>
    <w:rsid w:val="001C3813"/>
    <w:rsid w:val="001C4A82"/>
    <w:rsid w:val="001C4DE2"/>
    <w:rsid w:val="001C4E54"/>
    <w:rsid w:val="001C5018"/>
    <w:rsid w:val="001C5309"/>
    <w:rsid w:val="001C58E7"/>
    <w:rsid w:val="001C5A2B"/>
    <w:rsid w:val="001C5E6C"/>
    <w:rsid w:val="001C5EFE"/>
    <w:rsid w:val="001C64EF"/>
    <w:rsid w:val="001C66C8"/>
    <w:rsid w:val="001C6D0F"/>
    <w:rsid w:val="001C6E7A"/>
    <w:rsid w:val="001C6FB2"/>
    <w:rsid w:val="001C74DF"/>
    <w:rsid w:val="001C7992"/>
    <w:rsid w:val="001C7D2C"/>
    <w:rsid w:val="001D07BD"/>
    <w:rsid w:val="001D1642"/>
    <w:rsid w:val="001D1B59"/>
    <w:rsid w:val="001D2851"/>
    <w:rsid w:val="001D318F"/>
    <w:rsid w:val="001D3BBE"/>
    <w:rsid w:val="001D3F83"/>
    <w:rsid w:val="001D40E2"/>
    <w:rsid w:val="001D4A5F"/>
    <w:rsid w:val="001D4B9B"/>
    <w:rsid w:val="001D4BDF"/>
    <w:rsid w:val="001D4CBF"/>
    <w:rsid w:val="001D4D75"/>
    <w:rsid w:val="001D561D"/>
    <w:rsid w:val="001D614B"/>
    <w:rsid w:val="001D61FF"/>
    <w:rsid w:val="001D67A1"/>
    <w:rsid w:val="001D67E1"/>
    <w:rsid w:val="001D7147"/>
    <w:rsid w:val="001D7444"/>
    <w:rsid w:val="001D7C08"/>
    <w:rsid w:val="001D7DCB"/>
    <w:rsid w:val="001D7F09"/>
    <w:rsid w:val="001E00A0"/>
    <w:rsid w:val="001E042A"/>
    <w:rsid w:val="001E0E89"/>
    <w:rsid w:val="001E1B31"/>
    <w:rsid w:val="001E1B57"/>
    <w:rsid w:val="001E254F"/>
    <w:rsid w:val="001E28CB"/>
    <w:rsid w:val="001E4C42"/>
    <w:rsid w:val="001E5835"/>
    <w:rsid w:val="001E72EE"/>
    <w:rsid w:val="001E75D5"/>
    <w:rsid w:val="001E77AD"/>
    <w:rsid w:val="001F0D70"/>
    <w:rsid w:val="001F12AD"/>
    <w:rsid w:val="001F1349"/>
    <w:rsid w:val="001F242E"/>
    <w:rsid w:val="001F297B"/>
    <w:rsid w:val="001F2BDB"/>
    <w:rsid w:val="001F390E"/>
    <w:rsid w:val="001F3A88"/>
    <w:rsid w:val="001F3B2A"/>
    <w:rsid w:val="001F3C06"/>
    <w:rsid w:val="001F3DA7"/>
    <w:rsid w:val="001F4608"/>
    <w:rsid w:val="001F4627"/>
    <w:rsid w:val="001F4C28"/>
    <w:rsid w:val="001F5477"/>
    <w:rsid w:val="001F6199"/>
    <w:rsid w:val="001F63D9"/>
    <w:rsid w:val="001F6ADE"/>
    <w:rsid w:val="001F7129"/>
    <w:rsid w:val="001F7875"/>
    <w:rsid w:val="001F7C9B"/>
    <w:rsid w:val="0020090D"/>
    <w:rsid w:val="002009C6"/>
    <w:rsid w:val="00200E38"/>
    <w:rsid w:val="0020116D"/>
    <w:rsid w:val="00201E00"/>
    <w:rsid w:val="00202577"/>
    <w:rsid w:val="002029C8"/>
    <w:rsid w:val="00202AEF"/>
    <w:rsid w:val="00202E0E"/>
    <w:rsid w:val="00203565"/>
    <w:rsid w:val="00203EC3"/>
    <w:rsid w:val="00204B18"/>
    <w:rsid w:val="00204E39"/>
    <w:rsid w:val="00205703"/>
    <w:rsid w:val="00205708"/>
    <w:rsid w:val="00206A70"/>
    <w:rsid w:val="002070B6"/>
    <w:rsid w:val="00207C41"/>
    <w:rsid w:val="00210BB6"/>
    <w:rsid w:val="002114E7"/>
    <w:rsid w:val="00211F05"/>
    <w:rsid w:val="00212130"/>
    <w:rsid w:val="00212179"/>
    <w:rsid w:val="002124D8"/>
    <w:rsid w:val="00212A6D"/>
    <w:rsid w:val="00212C49"/>
    <w:rsid w:val="002132F5"/>
    <w:rsid w:val="002133DB"/>
    <w:rsid w:val="00213C99"/>
    <w:rsid w:val="002140C3"/>
    <w:rsid w:val="00214678"/>
    <w:rsid w:val="0021517B"/>
    <w:rsid w:val="0021572A"/>
    <w:rsid w:val="00215854"/>
    <w:rsid w:val="00215EAD"/>
    <w:rsid w:val="002160F6"/>
    <w:rsid w:val="00216149"/>
    <w:rsid w:val="00216204"/>
    <w:rsid w:val="0021623C"/>
    <w:rsid w:val="00217A14"/>
    <w:rsid w:val="00217ECE"/>
    <w:rsid w:val="00217F9C"/>
    <w:rsid w:val="002201C6"/>
    <w:rsid w:val="00221234"/>
    <w:rsid w:val="002214CB"/>
    <w:rsid w:val="00221771"/>
    <w:rsid w:val="00221795"/>
    <w:rsid w:val="00221833"/>
    <w:rsid w:val="002225DF"/>
    <w:rsid w:val="0022300A"/>
    <w:rsid w:val="002235EE"/>
    <w:rsid w:val="00223BD5"/>
    <w:rsid w:val="00224064"/>
    <w:rsid w:val="00224130"/>
    <w:rsid w:val="0022443A"/>
    <w:rsid w:val="0022461C"/>
    <w:rsid w:val="0022472E"/>
    <w:rsid w:val="00224770"/>
    <w:rsid w:val="00224C6F"/>
    <w:rsid w:val="00224CE5"/>
    <w:rsid w:val="0022530C"/>
    <w:rsid w:val="00225454"/>
    <w:rsid w:val="0022545D"/>
    <w:rsid w:val="0022577D"/>
    <w:rsid w:val="00225FCD"/>
    <w:rsid w:val="00226129"/>
    <w:rsid w:val="0022667E"/>
    <w:rsid w:val="002274B7"/>
    <w:rsid w:val="00227DBF"/>
    <w:rsid w:val="002300E2"/>
    <w:rsid w:val="002303D8"/>
    <w:rsid w:val="0023094C"/>
    <w:rsid w:val="00230A2C"/>
    <w:rsid w:val="00230A36"/>
    <w:rsid w:val="00230AF5"/>
    <w:rsid w:val="00230E12"/>
    <w:rsid w:val="00230F6C"/>
    <w:rsid w:val="00232821"/>
    <w:rsid w:val="00232C8E"/>
    <w:rsid w:val="00233226"/>
    <w:rsid w:val="00233906"/>
    <w:rsid w:val="00233D6D"/>
    <w:rsid w:val="00233E05"/>
    <w:rsid w:val="00233FF3"/>
    <w:rsid w:val="0023436D"/>
    <w:rsid w:val="0023471E"/>
    <w:rsid w:val="00235068"/>
    <w:rsid w:val="00235C42"/>
    <w:rsid w:val="00235E32"/>
    <w:rsid w:val="00236F06"/>
    <w:rsid w:val="00236FAF"/>
    <w:rsid w:val="0023795B"/>
    <w:rsid w:val="0023796F"/>
    <w:rsid w:val="00237A6C"/>
    <w:rsid w:val="0024039D"/>
    <w:rsid w:val="00240CC4"/>
    <w:rsid w:val="00240E02"/>
    <w:rsid w:val="00241978"/>
    <w:rsid w:val="002419A3"/>
    <w:rsid w:val="00241B85"/>
    <w:rsid w:val="00241F36"/>
    <w:rsid w:val="00241FA7"/>
    <w:rsid w:val="00241FFB"/>
    <w:rsid w:val="002426FA"/>
    <w:rsid w:val="00242718"/>
    <w:rsid w:val="00242E92"/>
    <w:rsid w:val="002434E8"/>
    <w:rsid w:val="002436FC"/>
    <w:rsid w:val="002437AD"/>
    <w:rsid w:val="00244F4A"/>
    <w:rsid w:val="002456C4"/>
    <w:rsid w:val="00245769"/>
    <w:rsid w:val="00245B4C"/>
    <w:rsid w:val="00245C9D"/>
    <w:rsid w:val="00245CC6"/>
    <w:rsid w:val="00246124"/>
    <w:rsid w:val="002470A7"/>
    <w:rsid w:val="002473E9"/>
    <w:rsid w:val="002477E9"/>
    <w:rsid w:val="0024796B"/>
    <w:rsid w:val="00247AA8"/>
    <w:rsid w:val="00250600"/>
    <w:rsid w:val="00250B1C"/>
    <w:rsid w:val="002512A7"/>
    <w:rsid w:val="0025140E"/>
    <w:rsid w:val="00251D46"/>
    <w:rsid w:val="00251DAF"/>
    <w:rsid w:val="0025246D"/>
    <w:rsid w:val="002525DF"/>
    <w:rsid w:val="00253127"/>
    <w:rsid w:val="00253591"/>
    <w:rsid w:val="00253774"/>
    <w:rsid w:val="00253989"/>
    <w:rsid w:val="00254D66"/>
    <w:rsid w:val="00255065"/>
    <w:rsid w:val="00255782"/>
    <w:rsid w:val="00255BF2"/>
    <w:rsid w:val="00255E92"/>
    <w:rsid w:val="00256CD3"/>
    <w:rsid w:val="00257148"/>
    <w:rsid w:val="00257799"/>
    <w:rsid w:val="00257D53"/>
    <w:rsid w:val="00260059"/>
    <w:rsid w:val="002606DC"/>
    <w:rsid w:val="00260990"/>
    <w:rsid w:val="002611D3"/>
    <w:rsid w:val="002612EE"/>
    <w:rsid w:val="0026279A"/>
    <w:rsid w:val="00262804"/>
    <w:rsid w:val="002628B9"/>
    <w:rsid w:val="00262AE7"/>
    <w:rsid w:val="002633CF"/>
    <w:rsid w:val="00263EFA"/>
    <w:rsid w:val="00264213"/>
    <w:rsid w:val="00265147"/>
    <w:rsid w:val="002657E9"/>
    <w:rsid w:val="00265818"/>
    <w:rsid w:val="00266335"/>
    <w:rsid w:val="002667E9"/>
    <w:rsid w:val="00266CAF"/>
    <w:rsid w:val="00267F10"/>
    <w:rsid w:val="00267FA3"/>
    <w:rsid w:val="002702B9"/>
    <w:rsid w:val="0027046C"/>
    <w:rsid w:val="002708D2"/>
    <w:rsid w:val="00271BFD"/>
    <w:rsid w:val="002738B7"/>
    <w:rsid w:val="002746EE"/>
    <w:rsid w:val="00274B63"/>
    <w:rsid w:val="002759E2"/>
    <w:rsid w:val="00275C2D"/>
    <w:rsid w:val="00275E88"/>
    <w:rsid w:val="002761D6"/>
    <w:rsid w:val="00276AD4"/>
    <w:rsid w:val="00276D60"/>
    <w:rsid w:val="00277094"/>
    <w:rsid w:val="002775C8"/>
    <w:rsid w:val="002776CF"/>
    <w:rsid w:val="00277DE2"/>
    <w:rsid w:val="0028085E"/>
    <w:rsid w:val="002811F7"/>
    <w:rsid w:val="00281D45"/>
    <w:rsid w:val="00282754"/>
    <w:rsid w:val="0028282B"/>
    <w:rsid w:val="002829FA"/>
    <w:rsid w:val="00282A9A"/>
    <w:rsid w:val="00283834"/>
    <w:rsid w:val="002839AE"/>
    <w:rsid w:val="00284406"/>
    <w:rsid w:val="00284C4B"/>
    <w:rsid w:val="00284DCB"/>
    <w:rsid w:val="0028503D"/>
    <w:rsid w:val="00285392"/>
    <w:rsid w:val="0028573B"/>
    <w:rsid w:val="0028687B"/>
    <w:rsid w:val="00286F5D"/>
    <w:rsid w:val="002874DE"/>
    <w:rsid w:val="00287FAE"/>
    <w:rsid w:val="002900F1"/>
    <w:rsid w:val="002902AC"/>
    <w:rsid w:val="002912C7"/>
    <w:rsid w:val="00291CD3"/>
    <w:rsid w:val="00291E47"/>
    <w:rsid w:val="00292142"/>
    <w:rsid w:val="002928BC"/>
    <w:rsid w:val="0029291B"/>
    <w:rsid w:val="00293326"/>
    <w:rsid w:val="0029342A"/>
    <w:rsid w:val="0029377D"/>
    <w:rsid w:val="00293782"/>
    <w:rsid w:val="00294041"/>
    <w:rsid w:val="00294F8B"/>
    <w:rsid w:val="002950BB"/>
    <w:rsid w:val="0029518C"/>
    <w:rsid w:val="00295FCD"/>
    <w:rsid w:val="0029648F"/>
    <w:rsid w:val="00296A94"/>
    <w:rsid w:val="0029703F"/>
    <w:rsid w:val="00297073"/>
    <w:rsid w:val="00297511"/>
    <w:rsid w:val="002A02E6"/>
    <w:rsid w:val="002A073B"/>
    <w:rsid w:val="002A07ED"/>
    <w:rsid w:val="002A0A74"/>
    <w:rsid w:val="002A1344"/>
    <w:rsid w:val="002A14C0"/>
    <w:rsid w:val="002A198B"/>
    <w:rsid w:val="002A1C11"/>
    <w:rsid w:val="002A25CE"/>
    <w:rsid w:val="002A2888"/>
    <w:rsid w:val="002A401F"/>
    <w:rsid w:val="002A5639"/>
    <w:rsid w:val="002A56A9"/>
    <w:rsid w:val="002A5CA0"/>
    <w:rsid w:val="002A62C3"/>
    <w:rsid w:val="002A6835"/>
    <w:rsid w:val="002A6B8E"/>
    <w:rsid w:val="002A6EA4"/>
    <w:rsid w:val="002A6F1A"/>
    <w:rsid w:val="002A73BE"/>
    <w:rsid w:val="002A78D4"/>
    <w:rsid w:val="002B013A"/>
    <w:rsid w:val="002B0182"/>
    <w:rsid w:val="002B0439"/>
    <w:rsid w:val="002B0E41"/>
    <w:rsid w:val="002B10AD"/>
    <w:rsid w:val="002B1833"/>
    <w:rsid w:val="002B1D4F"/>
    <w:rsid w:val="002B1DD0"/>
    <w:rsid w:val="002B2587"/>
    <w:rsid w:val="002B28AE"/>
    <w:rsid w:val="002B2D96"/>
    <w:rsid w:val="002B2E92"/>
    <w:rsid w:val="002B3A3F"/>
    <w:rsid w:val="002B4799"/>
    <w:rsid w:val="002B484A"/>
    <w:rsid w:val="002B530A"/>
    <w:rsid w:val="002B5E96"/>
    <w:rsid w:val="002B7B4B"/>
    <w:rsid w:val="002C02F3"/>
    <w:rsid w:val="002C0944"/>
    <w:rsid w:val="002C09FE"/>
    <w:rsid w:val="002C1142"/>
    <w:rsid w:val="002C1FB5"/>
    <w:rsid w:val="002C1FBF"/>
    <w:rsid w:val="002C26C1"/>
    <w:rsid w:val="002C29E0"/>
    <w:rsid w:val="002C3470"/>
    <w:rsid w:val="002C3742"/>
    <w:rsid w:val="002C3B2C"/>
    <w:rsid w:val="002C40A9"/>
    <w:rsid w:val="002C468B"/>
    <w:rsid w:val="002C4DC1"/>
    <w:rsid w:val="002C5223"/>
    <w:rsid w:val="002C53D4"/>
    <w:rsid w:val="002C556C"/>
    <w:rsid w:val="002C55A2"/>
    <w:rsid w:val="002C61C7"/>
    <w:rsid w:val="002C6243"/>
    <w:rsid w:val="002C63A7"/>
    <w:rsid w:val="002C6893"/>
    <w:rsid w:val="002C7876"/>
    <w:rsid w:val="002C7BD3"/>
    <w:rsid w:val="002C7BF0"/>
    <w:rsid w:val="002D02C8"/>
    <w:rsid w:val="002D04A8"/>
    <w:rsid w:val="002D05D8"/>
    <w:rsid w:val="002D081C"/>
    <w:rsid w:val="002D0A6F"/>
    <w:rsid w:val="002D1714"/>
    <w:rsid w:val="002D17A2"/>
    <w:rsid w:val="002D23C1"/>
    <w:rsid w:val="002D2AC3"/>
    <w:rsid w:val="002D35A1"/>
    <w:rsid w:val="002D373E"/>
    <w:rsid w:val="002D37E2"/>
    <w:rsid w:val="002D4B34"/>
    <w:rsid w:val="002D4D3C"/>
    <w:rsid w:val="002D5E32"/>
    <w:rsid w:val="002D6102"/>
    <w:rsid w:val="002D6567"/>
    <w:rsid w:val="002D6601"/>
    <w:rsid w:val="002D66AF"/>
    <w:rsid w:val="002D6A17"/>
    <w:rsid w:val="002D713F"/>
    <w:rsid w:val="002D770C"/>
    <w:rsid w:val="002E0CE2"/>
    <w:rsid w:val="002E0EE8"/>
    <w:rsid w:val="002E10B5"/>
    <w:rsid w:val="002E2277"/>
    <w:rsid w:val="002E2811"/>
    <w:rsid w:val="002E2863"/>
    <w:rsid w:val="002E368B"/>
    <w:rsid w:val="002E3816"/>
    <w:rsid w:val="002E40DE"/>
    <w:rsid w:val="002E4B00"/>
    <w:rsid w:val="002E4EA4"/>
    <w:rsid w:val="002E5BCF"/>
    <w:rsid w:val="002E5D18"/>
    <w:rsid w:val="002E5D99"/>
    <w:rsid w:val="002E5FA1"/>
    <w:rsid w:val="002E6811"/>
    <w:rsid w:val="002E6B64"/>
    <w:rsid w:val="002E6FBF"/>
    <w:rsid w:val="002E719B"/>
    <w:rsid w:val="002E7872"/>
    <w:rsid w:val="002F08D4"/>
    <w:rsid w:val="002F0908"/>
    <w:rsid w:val="002F0ACC"/>
    <w:rsid w:val="002F1159"/>
    <w:rsid w:val="002F1BA4"/>
    <w:rsid w:val="002F22BD"/>
    <w:rsid w:val="002F2355"/>
    <w:rsid w:val="002F285E"/>
    <w:rsid w:val="002F2C95"/>
    <w:rsid w:val="002F3010"/>
    <w:rsid w:val="002F3504"/>
    <w:rsid w:val="002F355C"/>
    <w:rsid w:val="002F3AB3"/>
    <w:rsid w:val="002F4AF0"/>
    <w:rsid w:val="002F5708"/>
    <w:rsid w:val="002F5949"/>
    <w:rsid w:val="002F59C2"/>
    <w:rsid w:val="002F67F6"/>
    <w:rsid w:val="002F7666"/>
    <w:rsid w:val="002F7D1B"/>
    <w:rsid w:val="0030015C"/>
    <w:rsid w:val="003008D7"/>
    <w:rsid w:val="00300F4B"/>
    <w:rsid w:val="0030142D"/>
    <w:rsid w:val="00301B63"/>
    <w:rsid w:val="003021EF"/>
    <w:rsid w:val="0030255F"/>
    <w:rsid w:val="00302B77"/>
    <w:rsid w:val="00302E04"/>
    <w:rsid w:val="003043B2"/>
    <w:rsid w:val="00304B6D"/>
    <w:rsid w:val="00305459"/>
    <w:rsid w:val="003064FE"/>
    <w:rsid w:val="00306D51"/>
    <w:rsid w:val="00307850"/>
    <w:rsid w:val="00307F7C"/>
    <w:rsid w:val="003102BB"/>
    <w:rsid w:val="0031142B"/>
    <w:rsid w:val="00311F1C"/>
    <w:rsid w:val="00312051"/>
    <w:rsid w:val="00312741"/>
    <w:rsid w:val="00312E73"/>
    <w:rsid w:val="00312FFA"/>
    <w:rsid w:val="00313124"/>
    <w:rsid w:val="00313278"/>
    <w:rsid w:val="003134C1"/>
    <w:rsid w:val="00313E17"/>
    <w:rsid w:val="00314157"/>
    <w:rsid w:val="00314548"/>
    <w:rsid w:val="00314594"/>
    <w:rsid w:val="003145A3"/>
    <w:rsid w:val="00314E1C"/>
    <w:rsid w:val="00314F1D"/>
    <w:rsid w:val="00315D0F"/>
    <w:rsid w:val="003162F8"/>
    <w:rsid w:val="00316B39"/>
    <w:rsid w:val="00316FBF"/>
    <w:rsid w:val="003176A9"/>
    <w:rsid w:val="003179D5"/>
    <w:rsid w:val="00320CD6"/>
    <w:rsid w:val="00321062"/>
    <w:rsid w:val="0032131F"/>
    <w:rsid w:val="0032145D"/>
    <w:rsid w:val="003218AE"/>
    <w:rsid w:val="003227C5"/>
    <w:rsid w:val="00322CDC"/>
    <w:rsid w:val="00323F8A"/>
    <w:rsid w:val="00324486"/>
    <w:rsid w:val="0032461B"/>
    <w:rsid w:val="00325E4E"/>
    <w:rsid w:val="0032631C"/>
    <w:rsid w:val="00326660"/>
    <w:rsid w:val="0032720A"/>
    <w:rsid w:val="0032740B"/>
    <w:rsid w:val="00327C8B"/>
    <w:rsid w:val="00330012"/>
    <w:rsid w:val="003302A8"/>
    <w:rsid w:val="0033043B"/>
    <w:rsid w:val="00331199"/>
    <w:rsid w:val="0033123A"/>
    <w:rsid w:val="00331504"/>
    <w:rsid w:val="00331EB0"/>
    <w:rsid w:val="00331EE8"/>
    <w:rsid w:val="00331F4F"/>
    <w:rsid w:val="00332AB7"/>
    <w:rsid w:val="00332B3B"/>
    <w:rsid w:val="00332C7E"/>
    <w:rsid w:val="00332CA6"/>
    <w:rsid w:val="00333139"/>
    <w:rsid w:val="003338B7"/>
    <w:rsid w:val="00333D1D"/>
    <w:rsid w:val="00333D9E"/>
    <w:rsid w:val="00334943"/>
    <w:rsid w:val="00334B42"/>
    <w:rsid w:val="00334CC8"/>
    <w:rsid w:val="00334E62"/>
    <w:rsid w:val="00334FF5"/>
    <w:rsid w:val="003353E7"/>
    <w:rsid w:val="00335F05"/>
    <w:rsid w:val="00335FD0"/>
    <w:rsid w:val="00336490"/>
    <w:rsid w:val="00336B7A"/>
    <w:rsid w:val="00337306"/>
    <w:rsid w:val="00337694"/>
    <w:rsid w:val="00337A52"/>
    <w:rsid w:val="00337C47"/>
    <w:rsid w:val="00337E63"/>
    <w:rsid w:val="00340150"/>
    <w:rsid w:val="00340422"/>
    <w:rsid w:val="003405C8"/>
    <w:rsid w:val="00341001"/>
    <w:rsid w:val="00341A4E"/>
    <w:rsid w:val="003423E6"/>
    <w:rsid w:val="0034457B"/>
    <w:rsid w:val="00344613"/>
    <w:rsid w:val="00344A78"/>
    <w:rsid w:val="0034512F"/>
    <w:rsid w:val="00345DEE"/>
    <w:rsid w:val="00347437"/>
    <w:rsid w:val="003477AC"/>
    <w:rsid w:val="0035099F"/>
    <w:rsid w:val="00351E9E"/>
    <w:rsid w:val="00352A25"/>
    <w:rsid w:val="00352D77"/>
    <w:rsid w:val="00353224"/>
    <w:rsid w:val="00353754"/>
    <w:rsid w:val="00353AB4"/>
    <w:rsid w:val="00353ECC"/>
    <w:rsid w:val="00354758"/>
    <w:rsid w:val="003549B4"/>
    <w:rsid w:val="00354A93"/>
    <w:rsid w:val="00354D09"/>
    <w:rsid w:val="00354ECA"/>
    <w:rsid w:val="003559FF"/>
    <w:rsid w:val="00355B7E"/>
    <w:rsid w:val="00355DEF"/>
    <w:rsid w:val="00356090"/>
    <w:rsid w:val="003562C0"/>
    <w:rsid w:val="003565B5"/>
    <w:rsid w:val="0035708E"/>
    <w:rsid w:val="003572B5"/>
    <w:rsid w:val="00357AFF"/>
    <w:rsid w:val="00357DA7"/>
    <w:rsid w:val="00357F48"/>
    <w:rsid w:val="00360375"/>
    <w:rsid w:val="00360986"/>
    <w:rsid w:val="003612EA"/>
    <w:rsid w:val="00361374"/>
    <w:rsid w:val="003614D6"/>
    <w:rsid w:val="0036209F"/>
    <w:rsid w:val="0036229A"/>
    <w:rsid w:val="00362C53"/>
    <w:rsid w:val="00362D5D"/>
    <w:rsid w:val="0036332E"/>
    <w:rsid w:val="00363470"/>
    <w:rsid w:val="00364086"/>
    <w:rsid w:val="003640AA"/>
    <w:rsid w:val="003646E0"/>
    <w:rsid w:val="00364818"/>
    <w:rsid w:val="00364C9E"/>
    <w:rsid w:val="0036501D"/>
    <w:rsid w:val="003650D4"/>
    <w:rsid w:val="00365C5B"/>
    <w:rsid w:val="00365E1E"/>
    <w:rsid w:val="00366296"/>
    <w:rsid w:val="0036673F"/>
    <w:rsid w:val="003667BA"/>
    <w:rsid w:val="00366921"/>
    <w:rsid w:val="00366D54"/>
    <w:rsid w:val="0036729A"/>
    <w:rsid w:val="003674E4"/>
    <w:rsid w:val="003706F1"/>
    <w:rsid w:val="00370A37"/>
    <w:rsid w:val="00370B36"/>
    <w:rsid w:val="00370F8B"/>
    <w:rsid w:val="003717E3"/>
    <w:rsid w:val="00371915"/>
    <w:rsid w:val="00371924"/>
    <w:rsid w:val="003719C0"/>
    <w:rsid w:val="00371A06"/>
    <w:rsid w:val="00371BAD"/>
    <w:rsid w:val="00373011"/>
    <w:rsid w:val="003732A3"/>
    <w:rsid w:val="00373584"/>
    <w:rsid w:val="00373C1A"/>
    <w:rsid w:val="00373D5C"/>
    <w:rsid w:val="003751D6"/>
    <w:rsid w:val="00375B0A"/>
    <w:rsid w:val="00375B3B"/>
    <w:rsid w:val="00375C54"/>
    <w:rsid w:val="00376131"/>
    <w:rsid w:val="00376837"/>
    <w:rsid w:val="00376D60"/>
    <w:rsid w:val="00377E88"/>
    <w:rsid w:val="00380319"/>
    <w:rsid w:val="00380962"/>
    <w:rsid w:val="00380B5A"/>
    <w:rsid w:val="00381034"/>
    <w:rsid w:val="0038216B"/>
    <w:rsid w:val="0038270A"/>
    <w:rsid w:val="003830E3"/>
    <w:rsid w:val="00383179"/>
    <w:rsid w:val="003833C2"/>
    <w:rsid w:val="00383471"/>
    <w:rsid w:val="00385993"/>
    <w:rsid w:val="0038631B"/>
    <w:rsid w:val="00386D8B"/>
    <w:rsid w:val="00386FDF"/>
    <w:rsid w:val="003872BF"/>
    <w:rsid w:val="003877F3"/>
    <w:rsid w:val="00387885"/>
    <w:rsid w:val="003878DA"/>
    <w:rsid w:val="00390612"/>
    <w:rsid w:val="0039094F"/>
    <w:rsid w:val="00390B19"/>
    <w:rsid w:val="00390BAB"/>
    <w:rsid w:val="0039148F"/>
    <w:rsid w:val="00391DA1"/>
    <w:rsid w:val="00392E1F"/>
    <w:rsid w:val="00393097"/>
    <w:rsid w:val="00393564"/>
    <w:rsid w:val="003939BF"/>
    <w:rsid w:val="0039402B"/>
    <w:rsid w:val="00394A0C"/>
    <w:rsid w:val="00394C45"/>
    <w:rsid w:val="00394EE5"/>
    <w:rsid w:val="003957EC"/>
    <w:rsid w:val="00395E10"/>
    <w:rsid w:val="00396DEB"/>
    <w:rsid w:val="00397214"/>
    <w:rsid w:val="00397446"/>
    <w:rsid w:val="00397AEC"/>
    <w:rsid w:val="00397B93"/>
    <w:rsid w:val="00397BFE"/>
    <w:rsid w:val="003A02A5"/>
    <w:rsid w:val="003A03D6"/>
    <w:rsid w:val="003A0BF7"/>
    <w:rsid w:val="003A1384"/>
    <w:rsid w:val="003A1B86"/>
    <w:rsid w:val="003A23DA"/>
    <w:rsid w:val="003A299A"/>
    <w:rsid w:val="003A2D59"/>
    <w:rsid w:val="003A3429"/>
    <w:rsid w:val="003A3635"/>
    <w:rsid w:val="003A3C9D"/>
    <w:rsid w:val="003A425A"/>
    <w:rsid w:val="003A6652"/>
    <w:rsid w:val="003A6BA2"/>
    <w:rsid w:val="003A7262"/>
    <w:rsid w:val="003B02EE"/>
    <w:rsid w:val="003B0C2D"/>
    <w:rsid w:val="003B10CA"/>
    <w:rsid w:val="003B1782"/>
    <w:rsid w:val="003B1C86"/>
    <w:rsid w:val="003B1DF9"/>
    <w:rsid w:val="003B2CF3"/>
    <w:rsid w:val="003B2EB9"/>
    <w:rsid w:val="003B39FA"/>
    <w:rsid w:val="003B3BD1"/>
    <w:rsid w:val="003B3EEE"/>
    <w:rsid w:val="003B41A9"/>
    <w:rsid w:val="003B4443"/>
    <w:rsid w:val="003B4539"/>
    <w:rsid w:val="003B4918"/>
    <w:rsid w:val="003B4A4E"/>
    <w:rsid w:val="003B4CC0"/>
    <w:rsid w:val="003B58CD"/>
    <w:rsid w:val="003B66B5"/>
    <w:rsid w:val="003B6E71"/>
    <w:rsid w:val="003B7084"/>
    <w:rsid w:val="003B777C"/>
    <w:rsid w:val="003C0119"/>
    <w:rsid w:val="003C0361"/>
    <w:rsid w:val="003C0CE4"/>
    <w:rsid w:val="003C1097"/>
    <w:rsid w:val="003C163C"/>
    <w:rsid w:val="003C1A83"/>
    <w:rsid w:val="003C1C89"/>
    <w:rsid w:val="003C2379"/>
    <w:rsid w:val="003C25E1"/>
    <w:rsid w:val="003C27EB"/>
    <w:rsid w:val="003C3072"/>
    <w:rsid w:val="003C3504"/>
    <w:rsid w:val="003C390C"/>
    <w:rsid w:val="003C439F"/>
    <w:rsid w:val="003C490A"/>
    <w:rsid w:val="003C4A26"/>
    <w:rsid w:val="003C53FE"/>
    <w:rsid w:val="003C549A"/>
    <w:rsid w:val="003C558D"/>
    <w:rsid w:val="003C5B3C"/>
    <w:rsid w:val="003C6A1C"/>
    <w:rsid w:val="003C7418"/>
    <w:rsid w:val="003C7460"/>
    <w:rsid w:val="003C795F"/>
    <w:rsid w:val="003C7964"/>
    <w:rsid w:val="003D0536"/>
    <w:rsid w:val="003D062F"/>
    <w:rsid w:val="003D0C6B"/>
    <w:rsid w:val="003D13EC"/>
    <w:rsid w:val="003D2255"/>
    <w:rsid w:val="003D2698"/>
    <w:rsid w:val="003D26E6"/>
    <w:rsid w:val="003D2A70"/>
    <w:rsid w:val="003D2BDA"/>
    <w:rsid w:val="003D35AC"/>
    <w:rsid w:val="003D3ABE"/>
    <w:rsid w:val="003D3DF4"/>
    <w:rsid w:val="003D46A4"/>
    <w:rsid w:val="003D4956"/>
    <w:rsid w:val="003D5031"/>
    <w:rsid w:val="003D5570"/>
    <w:rsid w:val="003D5EED"/>
    <w:rsid w:val="003D6563"/>
    <w:rsid w:val="003D6A5D"/>
    <w:rsid w:val="003D6D2A"/>
    <w:rsid w:val="003D6E7C"/>
    <w:rsid w:val="003D6ED5"/>
    <w:rsid w:val="003D76AD"/>
    <w:rsid w:val="003D7747"/>
    <w:rsid w:val="003D78C7"/>
    <w:rsid w:val="003D78C9"/>
    <w:rsid w:val="003D7AA4"/>
    <w:rsid w:val="003E0256"/>
    <w:rsid w:val="003E02A8"/>
    <w:rsid w:val="003E069F"/>
    <w:rsid w:val="003E1033"/>
    <w:rsid w:val="003E18B9"/>
    <w:rsid w:val="003E20AC"/>
    <w:rsid w:val="003E2C9A"/>
    <w:rsid w:val="003E31D7"/>
    <w:rsid w:val="003E39C2"/>
    <w:rsid w:val="003E3D06"/>
    <w:rsid w:val="003E3FDE"/>
    <w:rsid w:val="003E4086"/>
    <w:rsid w:val="003E482F"/>
    <w:rsid w:val="003E4947"/>
    <w:rsid w:val="003E4E8D"/>
    <w:rsid w:val="003E4EBC"/>
    <w:rsid w:val="003E5E69"/>
    <w:rsid w:val="003E6384"/>
    <w:rsid w:val="003E64A6"/>
    <w:rsid w:val="003E6526"/>
    <w:rsid w:val="003E6830"/>
    <w:rsid w:val="003E68D8"/>
    <w:rsid w:val="003E6E08"/>
    <w:rsid w:val="003E7F42"/>
    <w:rsid w:val="003F0A19"/>
    <w:rsid w:val="003F10BF"/>
    <w:rsid w:val="003F1B0E"/>
    <w:rsid w:val="003F3FA1"/>
    <w:rsid w:val="003F507D"/>
    <w:rsid w:val="003F5142"/>
    <w:rsid w:val="003F5761"/>
    <w:rsid w:val="003F591E"/>
    <w:rsid w:val="003F5B7B"/>
    <w:rsid w:val="003F6200"/>
    <w:rsid w:val="003F62D0"/>
    <w:rsid w:val="003F65A5"/>
    <w:rsid w:val="003F66CC"/>
    <w:rsid w:val="003F6735"/>
    <w:rsid w:val="003F6860"/>
    <w:rsid w:val="003F76A5"/>
    <w:rsid w:val="00401033"/>
    <w:rsid w:val="0040193A"/>
    <w:rsid w:val="004019DB"/>
    <w:rsid w:val="00401DEC"/>
    <w:rsid w:val="004026AC"/>
    <w:rsid w:val="0040293D"/>
    <w:rsid w:val="00402BF6"/>
    <w:rsid w:val="00403343"/>
    <w:rsid w:val="0040343D"/>
    <w:rsid w:val="00403A30"/>
    <w:rsid w:val="00403E3C"/>
    <w:rsid w:val="00405072"/>
    <w:rsid w:val="00405A42"/>
    <w:rsid w:val="00406437"/>
    <w:rsid w:val="0040673C"/>
    <w:rsid w:val="0040696E"/>
    <w:rsid w:val="0040697C"/>
    <w:rsid w:val="00407128"/>
    <w:rsid w:val="00407C69"/>
    <w:rsid w:val="0041072A"/>
    <w:rsid w:val="00410A50"/>
    <w:rsid w:val="004116AE"/>
    <w:rsid w:val="00413020"/>
    <w:rsid w:val="00413115"/>
    <w:rsid w:val="004133F5"/>
    <w:rsid w:val="00413544"/>
    <w:rsid w:val="004135DC"/>
    <w:rsid w:val="00413906"/>
    <w:rsid w:val="00413A6F"/>
    <w:rsid w:val="004147CB"/>
    <w:rsid w:val="00414957"/>
    <w:rsid w:val="00414C57"/>
    <w:rsid w:val="004155AA"/>
    <w:rsid w:val="00415881"/>
    <w:rsid w:val="00415954"/>
    <w:rsid w:val="00415CC8"/>
    <w:rsid w:val="00415D08"/>
    <w:rsid w:val="00415E95"/>
    <w:rsid w:val="00415FBE"/>
    <w:rsid w:val="00416197"/>
    <w:rsid w:val="0041648D"/>
    <w:rsid w:val="0041672E"/>
    <w:rsid w:val="00416A6D"/>
    <w:rsid w:val="00417655"/>
    <w:rsid w:val="00420192"/>
    <w:rsid w:val="004206AD"/>
    <w:rsid w:val="00421650"/>
    <w:rsid w:val="00421854"/>
    <w:rsid w:val="00421A92"/>
    <w:rsid w:val="00421BA3"/>
    <w:rsid w:val="00421C46"/>
    <w:rsid w:val="00421E72"/>
    <w:rsid w:val="004225E1"/>
    <w:rsid w:val="0042340F"/>
    <w:rsid w:val="004235D3"/>
    <w:rsid w:val="00423CE8"/>
    <w:rsid w:val="00423F72"/>
    <w:rsid w:val="00423FD7"/>
    <w:rsid w:val="004246DA"/>
    <w:rsid w:val="00424A07"/>
    <w:rsid w:val="00424AAA"/>
    <w:rsid w:val="00424AEF"/>
    <w:rsid w:val="00424CF7"/>
    <w:rsid w:val="00424D64"/>
    <w:rsid w:val="00424E42"/>
    <w:rsid w:val="00425A41"/>
    <w:rsid w:val="00425A9D"/>
    <w:rsid w:val="00425D36"/>
    <w:rsid w:val="00425DF7"/>
    <w:rsid w:val="00426544"/>
    <w:rsid w:val="004265B7"/>
    <w:rsid w:val="004269C0"/>
    <w:rsid w:val="00426AA0"/>
    <w:rsid w:val="00426B1E"/>
    <w:rsid w:val="00426BA5"/>
    <w:rsid w:val="00426E52"/>
    <w:rsid w:val="004270BE"/>
    <w:rsid w:val="00427916"/>
    <w:rsid w:val="00430285"/>
    <w:rsid w:val="00430EC9"/>
    <w:rsid w:val="00431134"/>
    <w:rsid w:val="00431214"/>
    <w:rsid w:val="00431317"/>
    <w:rsid w:val="00432D2C"/>
    <w:rsid w:val="004345B2"/>
    <w:rsid w:val="00434725"/>
    <w:rsid w:val="00434A80"/>
    <w:rsid w:val="00434FFE"/>
    <w:rsid w:val="0043502D"/>
    <w:rsid w:val="00435D20"/>
    <w:rsid w:val="00435FF3"/>
    <w:rsid w:val="004361C0"/>
    <w:rsid w:val="004362B3"/>
    <w:rsid w:val="0043741A"/>
    <w:rsid w:val="004402A3"/>
    <w:rsid w:val="004408EE"/>
    <w:rsid w:val="0044133F"/>
    <w:rsid w:val="00441358"/>
    <w:rsid w:val="004413CA"/>
    <w:rsid w:val="00441CAA"/>
    <w:rsid w:val="0044290E"/>
    <w:rsid w:val="004431DA"/>
    <w:rsid w:val="00443609"/>
    <w:rsid w:val="004436FC"/>
    <w:rsid w:val="004438D6"/>
    <w:rsid w:val="00444337"/>
    <w:rsid w:val="00444366"/>
    <w:rsid w:val="00444864"/>
    <w:rsid w:val="004448D2"/>
    <w:rsid w:val="00444DC2"/>
    <w:rsid w:val="00445631"/>
    <w:rsid w:val="004456F9"/>
    <w:rsid w:val="004459D0"/>
    <w:rsid w:val="0044665D"/>
    <w:rsid w:val="00446E09"/>
    <w:rsid w:val="004476A4"/>
    <w:rsid w:val="004504BC"/>
    <w:rsid w:val="00450865"/>
    <w:rsid w:val="00450D8D"/>
    <w:rsid w:val="00450DD2"/>
    <w:rsid w:val="00451F90"/>
    <w:rsid w:val="00452AAA"/>
    <w:rsid w:val="004536C6"/>
    <w:rsid w:val="0045389D"/>
    <w:rsid w:val="00453C60"/>
    <w:rsid w:val="00453D27"/>
    <w:rsid w:val="0045413A"/>
    <w:rsid w:val="00454902"/>
    <w:rsid w:val="0045597D"/>
    <w:rsid w:val="00455A7D"/>
    <w:rsid w:val="00455C4A"/>
    <w:rsid w:val="004561C5"/>
    <w:rsid w:val="004567DC"/>
    <w:rsid w:val="00456983"/>
    <w:rsid w:val="00456C43"/>
    <w:rsid w:val="00456D19"/>
    <w:rsid w:val="004575CD"/>
    <w:rsid w:val="00457E54"/>
    <w:rsid w:val="00460044"/>
    <w:rsid w:val="004604DD"/>
    <w:rsid w:val="00460866"/>
    <w:rsid w:val="0046098F"/>
    <w:rsid w:val="00460FA9"/>
    <w:rsid w:val="004615F2"/>
    <w:rsid w:val="00461AB2"/>
    <w:rsid w:val="004622E9"/>
    <w:rsid w:val="004628FF"/>
    <w:rsid w:val="00462B39"/>
    <w:rsid w:val="00462E38"/>
    <w:rsid w:val="004641C7"/>
    <w:rsid w:val="004643F0"/>
    <w:rsid w:val="0046495D"/>
    <w:rsid w:val="00464ACF"/>
    <w:rsid w:val="00464D41"/>
    <w:rsid w:val="00465081"/>
    <w:rsid w:val="004652EE"/>
    <w:rsid w:val="00465486"/>
    <w:rsid w:val="0046571C"/>
    <w:rsid w:val="00465D8E"/>
    <w:rsid w:val="00466285"/>
    <w:rsid w:val="004664E5"/>
    <w:rsid w:val="00466B2B"/>
    <w:rsid w:val="00466D46"/>
    <w:rsid w:val="00466D86"/>
    <w:rsid w:val="0046756B"/>
    <w:rsid w:val="00467CF6"/>
    <w:rsid w:val="0047031C"/>
    <w:rsid w:val="0047049C"/>
    <w:rsid w:val="004709AE"/>
    <w:rsid w:val="00470B2D"/>
    <w:rsid w:val="0047142F"/>
    <w:rsid w:val="0047144D"/>
    <w:rsid w:val="00471A5F"/>
    <w:rsid w:val="004720D3"/>
    <w:rsid w:val="00472503"/>
    <w:rsid w:val="00472B7A"/>
    <w:rsid w:val="00472D1B"/>
    <w:rsid w:val="004732A4"/>
    <w:rsid w:val="00473FAC"/>
    <w:rsid w:val="004745F8"/>
    <w:rsid w:val="00474894"/>
    <w:rsid w:val="00475284"/>
    <w:rsid w:val="004758A5"/>
    <w:rsid w:val="00475A7E"/>
    <w:rsid w:val="00475C5C"/>
    <w:rsid w:val="00476207"/>
    <w:rsid w:val="0047620D"/>
    <w:rsid w:val="004774EF"/>
    <w:rsid w:val="0047753D"/>
    <w:rsid w:val="00477B73"/>
    <w:rsid w:val="00477E4C"/>
    <w:rsid w:val="0048157B"/>
    <w:rsid w:val="00482658"/>
    <w:rsid w:val="0048284A"/>
    <w:rsid w:val="00482D74"/>
    <w:rsid w:val="00482FF4"/>
    <w:rsid w:val="00483C43"/>
    <w:rsid w:val="00484128"/>
    <w:rsid w:val="00484182"/>
    <w:rsid w:val="004841DB"/>
    <w:rsid w:val="00484425"/>
    <w:rsid w:val="00484609"/>
    <w:rsid w:val="00485165"/>
    <w:rsid w:val="00485411"/>
    <w:rsid w:val="00485BB9"/>
    <w:rsid w:val="00490381"/>
    <w:rsid w:val="00490B3B"/>
    <w:rsid w:val="00490FA7"/>
    <w:rsid w:val="00490FF8"/>
    <w:rsid w:val="004912CC"/>
    <w:rsid w:val="004918FF"/>
    <w:rsid w:val="00491B9B"/>
    <w:rsid w:val="00491FF4"/>
    <w:rsid w:val="00493064"/>
    <w:rsid w:val="0049393D"/>
    <w:rsid w:val="00493DDB"/>
    <w:rsid w:val="00493F68"/>
    <w:rsid w:val="00494115"/>
    <w:rsid w:val="004943C5"/>
    <w:rsid w:val="00494585"/>
    <w:rsid w:val="00494898"/>
    <w:rsid w:val="00494CD0"/>
    <w:rsid w:val="00496C1A"/>
    <w:rsid w:val="00497398"/>
    <w:rsid w:val="00497CF8"/>
    <w:rsid w:val="004A02E9"/>
    <w:rsid w:val="004A0D42"/>
    <w:rsid w:val="004A11C4"/>
    <w:rsid w:val="004A2120"/>
    <w:rsid w:val="004A2338"/>
    <w:rsid w:val="004A2B06"/>
    <w:rsid w:val="004A2B63"/>
    <w:rsid w:val="004A3618"/>
    <w:rsid w:val="004A4C5D"/>
    <w:rsid w:val="004A4C88"/>
    <w:rsid w:val="004A51FD"/>
    <w:rsid w:val="004A5930"/>
    <w:rsid w:val="004A5AEB"/>
    <w:rsid w:val="004A5FE5"/>
    <w:rsid w:val="004A6444"/>
    <w:rsid w:val="004A712F"/>
    <w:rsid w:val="004A783C"/>
    <w:rsid w:val="004A7B00"/>
    <w:rsid w:val="004A7FCA"/>
    <w:rsid w:val="004B0B20"/>
    <w:rsid w:val="004B0DA0"/>
    <w:rsid w:val="004B0EE4"/>
    <w:rsid w:val="004B152C"/>
    <w:rsid w:val="004B1724"/>
    <w:rsid w:val="004B18CF"/>
    <w:rsid w:val="004B1E68"/>
    <w:rsid w:val="004B1F51"/>
    <w:rsid w:val="004B25F3"/>
    <w:rsid w:val="004B2806"/>
    <w:rsid w:val="004B287A"/>
    <w:rsid w:val="004B2887"/>
    <w:rsid w:val="004B33BB"/>
    <w:rsid w:val="004B3AF2"/>
    <w:rsid w:val="004B3BBC"/>
    <w:rsid w:val="004B3BD9"/>
    <w:rsid w:val="004B3C8A"/>
    <w:rsid w:val="004B3D4C"/>
    <w:rsid w:val="004B5036"/>
    <w:rsid w:val="004B6C42"/>
    <w:rsid w:val="004B6E5C"/>
    <w:rsid w:val="004B7DB6"/>
    <w:rsid w:val="004C0014"/>
    <w:rsid w:val="004C0140"/>
    <w:rsid w:val="004C09AF"/>
    <w:rsid w:val="004C1AEA"/>
    <w:rsid w:val="004C1B85"/>
    <w:rsid w:val="004C279D"/>
    <w:rsid w:val="004C27E7"/>
    <w:rsid w:val="004C3430"/>
    <w:rsid w:val="004C45C1"/>
    <w:rsid w:val="004C5C4C"/>
    <w:rsid w:val="004C6141"/>
    <w:rsid w:val="004C6485"/>
    <w:rsid w:val="004C65FC"/>
    <w:rsid w:val="004C7D68"/>
    <w:rsid w:val="004D01EE"/>
    <w:rsid w:val="004D0ECB"/>
    <w:rsid w:val="004D14A4"/>
    <w:rsid w:val="004D15B6"/>
    <w:rsid w:val="004D1CA5"/>
    <w:rsid w:val="004D207E"/>
    <w:rsid w:val="004D2219"/>
    <w:rsid w:val="004D2A17"/>
    <w:rsid w:val="004D32BF"/>
    <w:rsid w:val="004D3301"/>
    <w:rsid w:val="004D48FD"/>
    <w:rsid w:val="004D4AA2"/>
    <w:rsid w:val="004D4BDD"/>
    <w:rsid w:val="004D6C10"/>
    <w:rsid w:val="004D6F32"/>
    <w:rsid w:val="004D7DBE"/>
    <w:rsid w:val="004D7EB7"/>
    <w:rsid w:val="004E01BC"/>
    <w:rsid w:val="004E10D9"/>
    <w:rsid w:val="004E1EBC"/>
    <w:rsid w:val="004E2140"/>
    <w:rsid w:val="004E220D"/>
    <w:rsid w:val="004E2670"/>
    <w:rsid w:val="004E2720"/>
    <w:rsid w:val="004E2968"/>
    <w:rsid w:val="004E2A09"/>
    <w:rsid w:val="004E2AEA"/>
    <w:rsid w:val="004E2FAB"/>
    <w:rsid w:val="004E3985"/>
    <w:rsid w:val="004E3DFB"/>
    <w:rsid w:val="004E4056"/>
    <w:rsid w:val="004E4616"/>
    <w:rsid w:val="004E49A0"/>
    <w:rsid w:val="004E4F3B"/>
    <w:rsid w:val="004E548E"/>
    <w:rsid w:val="004E5544"/>
    <w:rsid w:val="004E5907"/>
    <w:rsid w:val="004E5A96"/>
    <w:rsid w:val="004E60F2"/>
    <w:rsid w:val="004E6B4F"/>
    <w:rsid w:val="004E7520"/>
    <w:rsid w:val="004E7A56"/>
    <w:rsid w:val="004E7FAE"/>
    <w:rsid w:val="004F0277"/>
    <w:rsid w:val="004F033E"/>
    <w:rsid w:val="004F1156"/>
    <w:rsid w:val="004F118E"/>
    <w:rsid w:val="004F174F"/>
    <w:rsid w:val="004F217F"/>
    <w:rsid w:val="004F2589"/>
    <w:rsid w:val="004F26B8"/>
    <w:rsid w:val="004F286C"/>
    <w:rsid w:val="004F2CD1"/>
    <w:rsid w:val="004F2ECD"/>
    <w:rsid w:val="004F3412"/>
    <w:rsid w:val="004F3AA6"/>
    <w:rsid w:val="004F3AB3"/>
    <w:rsid w:val="004F3B84"/>
    <w:rsid w:val="004F3FFA"/>
    <w:rsid w:val="004F4308"/>
    <w:rsid w:val="004F4B6F"/>
    <w:rsid w:val="004F53BF"/>
    <w:rsid w:val="004F5809"/>
    <w:rsid w:val="004F59BD"/>
    <w:rsid w:val="004F59E3"/>
    <w:rsid w:val="004F6D91"/>
    <w:rsid w:val="004F6EDB"/>
    <w:rsid w:val="004F7427"/>
    <w:rsid w:val="004F79C5"/>
    <w:rsid w:val="004F7F9B"/>
    <w:rsid w:val="005007A8"/>
    <w:rsid w:val="005014F4"/>
    <w:rsid w:val="00501830"/>
    <w:rsid w:val="00501B41"/>
    <w:rsid w:val="005031F9"/>
    <w:rsid w:val="00503542"/>
    <w:rsid w:val="00503CE9"/>
    <w:rsid w:val="00503D29"/>
    <w:rsid w:val="00504A23"/>
    <w:rsid w:val="00504F2A"/>
    <w:rsid w:val="00505109"/>
    <w:rsid w:val="0050531D"/>
    <w:rsid w:val="0050550D"/>
    <w:rsid w:val="00505A25"/>
    <w:rsid w:val="00505E13"/>
    <w:rsid w:val="00506464"/>
    <w:rsid w:val="005064CC"/>
    <w:rsid w:val="0050694F"/>
    <w:rsid w:val="00507C71"/>
    <w:rsid w:val="00510925"/>
    <w:rsid w:val="005114DF"/>
    <w:rsid w:val="00512171"/>
    <w:rsid w:val="00512683"/>
    <w:rsid w:val="0051274E"/>
    <w:rsid w:val="00512792"/>
    <w:rsid w:val="00512BF7"/>
    <w:rsid w:val="0051316C"/>
    <w:rsid w:val="00513862"/>
    <w:rsid w:val="00513A85"/>
    <w:rsid w:val="005148A9"/>
    <w:rsid w:val="005163F8"/>
    <w:rsid w:val="005169B3"/>
    <w:rsid w:val="00517082"/>
    <w:rsid w:val="00517A8E"/>
    <w:rsid w:val="00520A17"/>
    <w:rsid w:val="00521446"/>
    <w:rsid w:val="0052171B"/>
    <w:rsid w:val="00521AF9"/>
    <w:rsid w:val="00521E33"/>
    <w:rsid w:val="00521E44"/>
    <w:rsid w:val="005224A5"/>
    <w:rsid w:val="0052271A"/>
    <w:rsid w:val="005230A5"/>
    <w:rsid w:val="00523451"/>
    <w:rsid w:val="005246D3"/>
    <w:rsid w:val="00524C4B"/>
    <w:rsid w:val="00525966"/>
    <w:rsid w:val="00525E35"/>
    <w:rsid w:val="00525EF9"/>
    <w:rsid w:val="005260AE"/>
    <w:rsid w:val="0052645D"/>
    <w:rsid w:val="005268F7"/>
    <w:rsid w:val="00526ADE"/>
    <w:rsid w:val="00527213"/>
    <w:rsid w:val="00527305"/>
    <w:rsid w:val="00527984"/>
    <w:rsid w:val="005303A7"/>
    <w:rsid w:val="005309DC"/>
    <w:rsid w:val="00530A1D"/>
    <w:rsid w:val="00530A5C"/>
    <w:rsid w:val="00530A9F"/>
    <w:rsid w:val="00530DB5"/>
    <w:rsid w:val="00530E40"/>
    <w:rsid w:val="00531E4A"/>
    <w:rsid w:val="00531FF5"/>
    <w:rsid w:val="005328E0"/>
    <w:rsid w:val="00532949"/>
    <w:rsid w:val="00532A3E"/>
    <w:rsid w:val="005331F8"/>
    <w:rsid w:val="00533376"/>
    <w:rsid w:val="00533C87"/>
    <w:rsid w:val="00533F33"/>
    <w:rsid w:val="005340BA"/>
    <w:rsid w:val="00535457"/>
    <w:rsid w:val="00535612"/>
    <w:rsid w:val="0053569F"/>
    <w:rsid w:val="00535AFE"/>
    <w:rsid w:val="00536518"/>
    <w:rsid w:val="00536655"/>
    <w:rsid w:val="00536A52"/>
    <w:rsid w:val="00536D11"/>
    <w:rsid w:val="00536E3F"/>
    <w:rsid w:val="0053711C"/>
    <w:rsid w:val="005371CB"/>
    <w:rsid w:val="00537DB7"/>
    <w:rsid w:val="00537DE1"/>
    <w:rsid w:val="005406AF"/>
    <w:rsid w:val="005406FD"/>
    <w:rsid w:val="00540CC5"/>
    <w:rsid w:val="00541503"/>
    <w:rsid w:val="005420C5"/>
    <w:rsid w:val="00542124"/>
    <w:rsid w:val="00542DC4"/>
    <w:rsid w:val="00543096"/>
    <w:rsid w:val="00543250"/>
    <w:rsid w:val="00544200"/>
    <w:rsid w:val="00544D6F"/>
    <w:rsid w:val="00544E94"/>
    <w:rsid w:val="0054501E"/>
    <w:rsid w:val="005463A9"/>
    <w:rsid w:val="00546CEA"/>
    <w:rsid w:val="00547551"/>
    <w:rsid w:val="005500D9"/>
    <w:rsid w:val="00550391"/>
    <w:rsid w:val="00550BF2"/>
    <w:rsid w:val="0055154D"/>
    <w:rsid w:val="0055198D"/>
    <w:rsid w:val="00552442"/>
    <w:rsid w:val="00552663"/>
    <w:rsid w:val="00552A77"/>
    <w:rsid w:val="005534F7"/>
    <w:rsid w:val="0055401E"/>
    <w:rsid w:val="005543FC"/>
    <w:rsid w:val="00554417"/>
    <w:rsid w:val="00554A65"/>
    <w:rsid w:val="00554FA7"/>
    <w:rsid w:val="00555224"/>
    <w:rsid w:val="00555260"/>
    <w:rsid w:val="0055557C"/>
    <w:rsid w:val="005557BE"/>
    <w:rsid w:val="00556C1E"/>
    <w:rsid w:val="005573FB"/>
    <w:rsid w:val="00557477"/>
    <w:rsid w:val="00557E12"/>
    <w:rsid w:val="00557FF0"/>
    <w:rsid w:val="00560B93"/>
    <w:rsid w:val="00560D88"/>
    <w:rsid w:val="005614F0"/>
    <w:rsid w:val="005629CA"/>
    <w:rsid w:val="00562CD8"/>
    <w:rsid w:val="005631EF"/>
    <w:rsid w:val="00563245"/>
    <w:rsid w:val="00563C52"/>
    <w:rsid w:val="00563D95"/>
    <w:rsid w:val="00564117"/>
    <w:rsid w:val="005646A8"/>
    <w:rsid w:val="005647F0"/>
    <w:rsid w:val="005648D8"/>
    <w:rsid w:val="00565970"/>
    <w:rsid w:val="00565A72"/>
    <w:rsid w:val="00565C4E"/>
    <w:rsid w:val="00565F19"/>
    <w:rsid w:val="00566E7F"/>
    <w:rsid w:val="00567101"/>
    <w:rsid w:val="005671FA"/>
    <w:rsid w:val="00567433"/>
    <w:rsid w:val="005675B6"/>
    <w:rsid w:val="00570468"/>
    <w:rsid w:val="00570483"/>
    <w:rsid w:val="00571AD3"/>
    <w:rsid w:val="0057253E"/>
    <w:rsid w:val="00572562"/>
    <w:rsid w:val="005739F4"/>
    <w:rsid w:val="005741E9"/>
    <w:rsid w:val="00574928"/>
    <w:rsid w:val="00575142"/>
    <w:rsid w:val="00575206"/>
    <w:rsid w:val="00575247"/>
    <w:rsid w:val="005755AC"/>
    <w:rsid w:val="0057589E"/>
    <w:rsid w:val="0057686A"/>
    <w:rsid w:val="00576AA2"/>
    <w:rsid w:val="00576B05"/>
    <w:rsid w:val="00576C6A"/>
    <w:rsid w:val="00576FBB"/>
    <w:rsid w:val="00577095"/>
    <w:rsid w:val="00577849"/>
    <w:rsid w:val="00577AA4"/>
    <w:rsid w:val="00577C2A"/>
    <w:rsid w:val="0058027C"/>
    <w:rsid w:val="00580A07"/>
    <w:rsid w:val="00580FBA"/>
    <w:rsid w:val="00581576"/>
    <w:rsid w:val="0058188F"/>
    <w:rsid w:val="00581896"/>
    <w:rsid w:val="005821AE"/>
    <w:rsid w:val="00582A14"/>
    <w:rsid w:val="00582CE5"/>
    <w:rsid w:val="00582DAB"/>
    <w:rsid w:val="00583186"/>
    <w:rsid w:val="00583CB1"/>
    <w:rsid w:val="00584125"/>
    <w:rsid w:val="0058477B"/>
    <w:rsid w:val="0058480E"/>
    <w:rsid w:val="00584D19"/>
    <w:rsid w:val="00584D77"/>
    <w:rsid w:val="00584F08"/>
    <w:rsid w:val="00585EE7"/>
    <w:rsid w:val="00586C9A"/>
    <w:rsid w:val="0058780B"/>
    <w:rsid w:val="005878D2"/>
    <w:rsid w:val="005878F7"/>
    <w:rsid w:val="00587D54"/>
    <w:rsid w:val="00590E83"/>
    <w:rsid w:val="005911E6"/>
    <w:rsid w:val="005913DF"/>
    <w:rsid w:val="0059202F"/>
    <w:rsid w:val="00592165"/>
    <w:rsid w:val="005922E5"/>
    <w:rsid w:val="0059233A"/>
    <w:rsid w:val="00592F56"/>
    <w:rsid w:val="00594322"/>
    <w:rsid w:val="00594B20"/>
    <w:rsid w:val="00594DEA"/>
    <w:rsid w:val="005950A1"/>
    <w:rsid w:val="0059577B"/>
    <w:rsid w:val="005958FE"/>
    <w:rsid w:val="00595AF6"/>
    <w:rsid w:val="00596464"/>
    <w:rsid w:val="00596609"/>
    <w:rsid w:val="00596696"/>
    <w:rsid w:val="00596F55"/>
    <w:rsid w:val="0059707D"/>
    <w:rsid w:val="005A0B0F"/>
    <w:rsid w:val="005A0D8A"/>
    <w:rsid w:val="005A31B0"/>
    <w:rsid w:val="005A49D0"/>
    <w:rsid w:val="005A4ABD"/>
    <w:rsid w:val="005A4BB1"/>
    <w:rsid w:val="005A5344"/>
    <w:rsid w:val="005A59C6"/>
    <w:rsid w:val="005A696A"/>
    <w:rsid w:val="005A6CDC"/>
    <w:rsid w:val="005A7778"/>
    <w:rsid w:val="005A7FDA"/>
    <w:rsid w:val="005B009A"/>
    <w:rsid w:val="005B03A7"/>
    <w:rsid w:val="005B0BEC"/>
    <w:rsid w:val="005B0CCE"/>
    <w:rsid w:val="005B0F93"/>
    <w:rsid w:val="005B2958"/>
    <w:rsid w:val="005B2A76"/>
    <w:rsid w:val="005B2B61"/>
    <w:rsid w:val="005B2BC4"/>
    <w:rsid w:val="005B4591"/>
    <w:rsid w:val="005B472E"/>
    <w:rsid w:val="005B5096"/>
    <w:rsid w:val="005B515C"/>
    <w:rsid w:val="005B523C"/>
    <w:rsid w:val="005B57B4"/>
    <w:rsid w:val="005B5CC0"/>
    <w:rsid w:val="005B60A9"/>
    <w:rsid w:val="005B65EE"/>
    <w:rsid w:val="005B67C3"/>
    <w:rsid w:val="005B730B"/>
    <w:rsid w:val="005C00F2"/>
    <w:rsid w:val="005C10F2"/>
    <w:rsid w:val="005C146C"/>
    <w:rsid w:val="005C1864"/>
    <w:rsid w:val="005C1CB4"/>
    <w:rsid w:val="005C1D33"/>
    <w:rsid w:val="005C22BC"/>
    <w:rsid w:val="005C2486"/>
    <w:rsid w:val="005C24A1"/>
    <w:rsid w:val="005C2A4F"/>
    <w:rsid w:val="005C2B59"/>
    <w:rsid w:val="005C357C"/>
    <w:rsid w:val="005C36C8"/>
    <w:rsid w:val="005C3781"/>
    <w:rsid w:val="005C37C7"/>
    <w:rsid w:val="005C45E3"/>
    <w:rsid w:val="005C4D32"/>
    <w:rsid w:val="005C5247"/>
    <w:rsid w:val="005C5D00"/>
    <w:rsid w:val="005C5F1A"/>
    <w:rsid w:val="005C6842"/>
    <w:rsid w:val="005C71D8"/>
    <w:rsid w:val="005C7993"/>
    <w:rsid w:val="005C7D0C"/>
    <w:rsid w:val="005C7FB1"/>
    <w:rsid w:val="005D0BD3"/>
    <w:rsid w:val="005D0D8A"/>
    <w:rsid w:val="005D0F07"/>
    <w:rsid w:val="005D15C8"/>
    <w:rsid w:val="005D1637"/>
    <w:rsid w:val="005D16ED"/>
    <w:rsid w:val="005D1D7D"/>
    <w:rsid w:val="005D1E93"/>
    <w:rsid w:val="005D200C"/>
    <w:rsid w:val="005D347D"/>
    <w:rsid w:val="005D3F02"/>
    <w:rsid w:val="005D58B4"/>
    <w:rsid w:val="005D58CD"/>
    <w:rsid w:val="005D5EE6"/>
    <w:rsid w:val="005D5F64"/>
    <w:rsid w:val="005D5FE0"/>
    <w:rsid w:val="005D62F1"/>
    <w:rsid w:val="005D6F63"/>
    <w:rsid w:val="005D76F3"/>
    <w:rsid w:val="005D789E"/>
    <w:rsid w:val="005D7C8F"/>
    <w:rsid w:val="005D7DC2"/>
    <w:rsid w:val="005D7F18"/>
    <w:rsid w:val="005E0141"/>
    <w:rsid w:val="005E08FD"/>
    <w:rsid w:val="005E0E35"/>
    <w:rsid w:val="005E1385"/>
    <w:rsid w:val="005E210E"/>
    <w:rsid w:val="005E21D4"/>
    <w:rsid w:val="005E22C3"/>
    <w:rsid w:val="005E2796"/>
    <w:rsid w:val="005E3421"/>
    <w:rsid w:val="005E35F9"/>
    <w:rsid w:val="005E4201"/>
    <w:rsid w:val="005E4461"/>
    <w:rsid w:val="005E45A0"/>
    <w:rsid w:val="005E4DDE"/>
    <w:rsid w:val="005E5512"/>
    <w:rsid w:val="005E58BE"/>
    <w:rsid w:val="005E58FA"/>
    <w:rsid w:val="005E5A08"/>
    <w:rsid w:val="005E6880"/>
    <w:rsid w:val="005E71F2"/>
    <w:rsid w:val="005E7463"/>
    <w:rsid w:val="005E74CF"/>
    <w:rsid w:val="005F1170"/>
    <w:rsid w:val="005F1752"/>
    <w:rsid w:val="005F1D83"/>
    <w:rsid w:val="005F209E"/>
    <w:rsid w:val="005F280E"/>
    <w:rsid w:val="005F2AFC"/>
    <w:rsid w:val="005F3042"/>
    <w:rsid w:val="005F319B"/>
    <w:rsid w:val="005F386B"/>
    <w:rsid w:val="005F3893"/>
    <w:rsid w:val="005F3CE5"/>
    <w:rsid w:val="005F3D03"/>
    <w:rsid w:val="005F434F"/>
    <w:rsid w:val="005F47F8"/>
    <w:rsid w:val="005F5078"/>
    <w:rsid w:val="005F55EC"/>
    <w:rsid w:val="005F5E71"/>
    <w:rsid w:val="005F61F2"/>
    <w:rsid w:val="005F65BB"/>
    <w:rsid w:val="005F6614"/>
    <w:rsid w:val="005F69B0"/>
    <w:rsid w:val="005F6A06"/>
    <w:rsid w:val="005F6CA8"/>
    <w:rsid w:val="005F6D94"/>
    <w:rsid w:val="005F76B3"/>
    <w:rsid w:val="005F7E5E"/>
    <w:rsid w:val="00600297"/>
    <w:rsid w:val="006008A0"/>
    <w:rsid w:val="00600919"/>
    <w:rsid w:val="00600A99"/>
    <w:rsid w:val="0060108C"/>
    <w:rsid w:val="006012D7"/>
    <w:rsid w:val="00601A3F"/>
    <w:rsid w:val="00601E9A"/>
    <w:rsid w:val="0060225F"/>
    <w:rsid w:val="0060240E"/>
    <w:rsid w:val="006025EB"/>
    <w:rsid w:val="00605509"/>
    <w:rsid w:val="006057A2"/>
    <w:rsid w:val="00605F3B"/>
    <w:rsid w:val="00606335"/>
    <w:rsid w:val="00606EDD"/>
    <w:rsid w:val="0060790A"/>
    <w:rsid w:val="00607945"/>
    <w:rsid w:val="0060798F"/>
    <w:rsid w:val="00607ACB"/>
    <w:rsid w:val="00610772"/>
    <w:rsid w:val="006119B3"/>
    <w:rsid w:val="00611EB9"/>
    <w:rsid w:val="00612308"/>
    <w:rsid w:val="00612389"/>
    <w:rsid w:val="00612BC0"/>
    <w:rsid w:val="00612C92"/>
    <w:rsid w:val="00612F63"/>
    <w:rsid w:val="006131C4"/>
    <w:rsid w:val="006136C5"/>
    <w:rsid w:val="00613966"/>
    <w:rsid w:val="00613C1B"/>
    <w:rsid w:val="00613E40"/>
    <w:rsid w:val="00614378"/>
    <w:rsid w:val="00614D92"/>
    <w:rsid w:val="0061500F"/>
    <w:rsid w:val="0061535C"/>
    <w:rsid w:val="00615452"/>
    <w:rsid w:val="0061576F"/>
    <w:rsid w:val="0061700E"/>
    <w:rsid w:val="00617656"/>
    <w:rsid w:val="00617820"/>
    <w:rsid w:val="00617EE7"/>
    <w:rsid w:val="00617FC2"/>
    <w:rsid w:val="0062010A"/>
    <w:rsid w:val="006204D0"/>
    <w:rsid w:val="00620F68"/>
    <w:rsid w:val="006213C6"/>
    <w:rsid w:val="0062165A"/>
    <w:rsid w:val="006225A1"/>
    <w:rsid w:val="00622A0D"/>
    <w:rsid w:val="00622BD7"/>
    <w:rsid w:val="00624B8A"/>
    <w:rsid w:val="00624C38"/>
    <w:rsid w:val="00624CA2"/>
    <w:rsid w:val="00624EDA"/>
    <w:rsid w:val="0062511B"/>
    <w:rsid w:val="006259BB"/>
    <w:rsid w:val="006259D4"/>
    <w:rsid w:val="006259E4"/>
    <w:rsid w:val="006260C6"/>
    <w:rsid w:val="0062701D"/>
    <w:rsid w:val="00627393"/>
    <w:rsid w:val="0062745E"/>
    <w:rsid w:val="00627A02"/>
    <w:rsid w:val="00627D2B"/>
    <w:rsid w:val="00627F2B"/>
    <w:rsid w:val="0063096F"/>
    <w:rsid w:val="00630A76"/>
    <w:rsid w:val="006314BF"/>
    <w:rsid w:val="00632CE9"/>
    <w:rsid w:val="0063362B"/>
    <w:rsid w:val="00633EF9"/>
    <w:rsid w:val="00633FEB"/>
    <w:rsid w:val="006341F5"/>
    <w:rsid w:val="00634D87"/>
    <w:rsid w:val="00634E0F"/>
    <w:rsid w:val="00634E9A"/>
    <w:rsid w:val="00634F6E"/>
    <w:rsid w:val="00634FFE"/>
    <w:rsid w:val="00635840"/>
    <w:rsid w:val="006358A7"/>
    <w:rsid w:val="00635D13"/>
    <w:rsid w:val="006372A0"/>
    <w:rsid w:val="00637616"/>
    <w:rsid w:val="00640183"/>
    <w:rsid w:val="00640235"/>
    <w:rsid w:val="0064079E"/>
    <w:rsid w:val="00640FC1"/>
    <w:rsid w:val="00641489"/>
    <w:rsid w:val="00641979"/>
    <w:rsid w:val="00642084"/>
    <w:rsid w:val="00642B29"/>
    <w:rsid w:val="00642F1F"/>
    <w:rsid w:val="006434A5"/>
    <w:rsid w:val="006439EB"/>
    <w:rsid w:val="00645426"/>
    <w:rsid w:val="00645441"/>
    <w:rsid w:val="00646782"/>
    <w:rsid w:val="0064696A"/>
    <w:rsid w:val="00646C04"/>
    <w:rsid w:val="006478F3"/>
    <w:rsid w:val="00647EDB"/>
    <w:rsid w:val="00650B80"/>
    <w:rsid w:val="00651531"/>
    <w:rsid w:val="006516C0"/>
    <w:rsid w:val="00651C5B"/>
    <w:rsid w:val="0065235C"/>
    <w:rsid w:val="006529F0"/>
    <w:rsid w:val="00652B5C"/>
    <w:rsid w:val="00653475"/>
    <w:rsid w:val="00653820"/>
    <w:rsid w:val="00653B02"/>
    <w:rsid w:val="00653EF6"/>
    <w:rsid w:val="00653FB7"/>
    <w:rsid w:val="0065400C"/>
    <w:rsid w:val="006541C5"/>
    <w:rsid w:val="00654E0E"/>
    <w:rsid w:val="0065513F"/>
    <w:rsid w:val="0065521D"/>
    <w:rsid w:val="00655402"/>
    <w:rsid w:val="006559EF"/>
    <w:rsid w:val="00656803"/>
    <w:rsid w:val="00656A4A"/>
    <w:rsid w:val="006578D1"/>
    <w:rsid w:val="00657B5B"/>
    <w:rsid w:val="0066092D"/>
    <w:rsid w:val="00660E4D"/>
    <w:rsid w:val="0066100B"/>
    <w:rsid w:val="006614A6"/>
    <w:rsid w:val="00662629"/>
    <w:rsid w:val="00663A70"/>
    <w:rsid w:val="00663B0C"/>
    <w:rsid w:val="00663F69"/>
    <w:rsid w:val="006642C9"/>
    <w:rsid w:val="00664485"/>
    <w:rsid w:val="006645B8"/>
    <w:rsid w:val="00665BAB"/>
    <w:rsid w:val="00666F06"/>
    <w:rsid w:val="00667347"/>
    <w:rsid w:val="00667AB1"/>
    <w:rsid w:val="006701DD"/>
    <w:rsid w:val="00670527"/>
    <w:rsid w:val="00670770"/>
    <w:rsid w:val="006708F0"/>
    <w:rsid w:val="00670CD4"/>
    <w:rsid w:val="00670E6A"/>
    <w:rsid w:val="00670F4A"/>
    <w:rsid w:val="00671956"/>
    <w:rsid w:val="00671CDC"/>
    <w:rsid w:val="006724B1"/>
    <w:rsid w:val="00672C2F"/>
    <w:rsid w:val="00673BBE"/>
    <w:rsid w:val="0067474A"/>
    <w:rsid w:val="00674843"/>
    <w:rsid w:val="00674921"/>
    <w:rsid w:val="00674C26"/>
    <w:rsid w:val="0067500E"/>
    <w:rsid w:val="006750DE"/>
    <w:rsid w:val="00675242"/>
    <w:rsid w:val="00675591"/>
    <w:rsid w:val="00675D6B"/>
    <w:rsid w:val="006762D7"/>
    <w:rsid w:val="00676359"/>
    <w:rsid w:val="00677421"/>
    <w:rsid w:val="0068053E"/>
    <w:rsid w:val="0068137D"/>
    <w:rsid w:val="00681C9E"/>
    <w:rsid w:val="00681EDB"/>
    <w:rsid w:val="00682715"/>
    <w:rsid w:val="0068295E"/>
    <w:rsid w:val="00682DAC"/>
    <w:rsid w:val="00682E52"/>
    <w:rsid w:val="006832D4"/>
    <w:rsid w:val="00683C3D"/>
    <w:rsid w:val="00684521"/>
    <w:rsid w:val="006846ED"/>
    <w:rsid w:val="00684D31"/>
    <w:rsid w:val="00686525"/>
    <w:rsid w:val="00686A7B"/>
    <w:rsid w:val="00686EA8"/>
    <w:rsid w:val="0068790B"/>
    <w:rsid w:val="006906D7"/>
    <w:rsid w:val="00690EED"/>
    <w:rsid w:val="00691F66"/>
    <w:rsid w:val="00692116"/>
    <w:rsid w:val="0069294B"/>
    <w:rsid w:val="00692A08"/>
    <w:rsid w:val="00692DC7"/>
    <w:rsid w:val="00693669"/>
    <w:rsid w:val="00693BA1"/>
    <w:rsid w:val="00693CC7"/>
    <w:rsid w:val="00694020"/>
    <w:rsid w:val="0069489C"/>
    <w:rsid w:val="0069518B"/>
    <w:rsid w:val="006958FB"/>
    <w:rsid w:val="006960F2"/>
    <w:rsid w:val="006968D0"/>
    <w:rsid w:val="0069769B"/>
    <w:rsid w:val="00697BB7"/>
    <w:rsid w:val="00697CD9"/>
    <w:rsid w:val="006A039D"/>
    <w:rsid w:val="006A0651"/>
    <w:rsid w:val="006A09AF"/>
    <w:rsid w:val="006A105D"/>
    <w:rsid w:val="006A10E6"/>
    <w:rsid w:val="006A17AD"/>
    <w:rsid w:val="006A1DBA"/>
    <w:rsid w:val="006A1F4B"/>
    <w:rsid w:val="006A26F3"/>
    <w:rsid w:val="006A2A93"/>
    <w:rsid w:val="006A348D"/>
    <w:rsid w:val="006A3671"/>
    <w:rsid w:val="006A4152"/>
    <w:rsid w:val="006A419B"/>
    <w:rsid w:val="006A486B"/>
    <w:rsid w:val="006A4AD3"/>
    <w:rsid w:val="006A4D30"/>
    <w:rsid w:val="006A59B8"/>
    <w:rsid w:val="006A5C60"/>
    <w:rsid w:val="006A6376"/>
    <w:rsid w:val="006A6E30"/>
    <w:rsid w:val="006A73A9"/>
    <w:rsid w:val="006A7405"/>
    <w:rsid w:val="006A7477"/>
    <w:rsid w:val="006A775F"/>
    <w:rsid w:val="006B1412"/>
    <w:rsid w:val="006B1CB4"/>
    <w:rsid w:val="006B30FC"/>
    <w:rsid w:val="006B3E0B"/>
    <w:rsid w:val="006B3E9A"/>
    <w:rsid w:val="006B45A0"/>
    <w:rsid w:val="006B4AA5"/>
    <w:rsid w:val="006B4E2F"/>
    <w:rsid w:val="006B50B1"/>
    <w:rsid w:val="006B51C7"/>
    <w:rsid w:val="006B51DA"/>
    <w:rsid w:val="006B5513"/>
    <w:rsid w:val="006B562E"/>
    <w:rsid w:val="006B5ACE"/>
    <w:rsid w:val="006B5DE2"/>
    <w:rsid w:val="006B6A64"/>
    <w:rsid w:val="006B7238"/>
    <w:rsid w:val="006B76A9"/>
    <w:rsid w:val="006C1280"/>
    <w:rsid w:val="006C12E6"/>
    <w:rsid w:val="006C1891"/>
    <w:rsid w:val="006C1B2C"/>
    <w:rsid w:val="006C2106"/>
    <w:rsid w:val="006C43CD"/>
    <w:rsid w:val="006C4D15"/>
    <w:rsid w:val="006C51DC"/>
    <w:rsid w:val="006C6283"/>
    <w:rsid w:val="006C6C0C"/>
    <w:rsid w:val="006C6CBE"/>
    <w:rsid w:val="006C6FC8"/>
    <w:rsid w:val="006C7599"/>
    <w:rsid w:val="006C7796"/>
    <w:rsid w:val="006D0309"/>
    <w:rsid w:val="006D1206"/>
    <w:rsid w:val="006D1589"/>
    <w:rsid w:val="006D1C16"/>
    <w:rsid w:val="006D1C25"/>
    <w:rsid w:val="006D21DB"/>
    <w:rsid w:val="006D23E8"/>
    <w:rsid w:val="006D25E0"/>
    <w:rsid w:val="006D2A7F"/>
    <w:rsid w:val="006D30E1"/>
    <w:rsid w:val="006D33FD"/>
    <w:rsid w:val="006D3697"/>
    <w:rsid w:val="006D42F9"/>
    <w:rsid w:val="006D456A"/>
    <w:rsid w:val="006D4656"/>
    <w:rsid w:val="006D4A72"/>
    <w:rsid w:val="006D4EA2"/>
    <w:rsid w:val="006D4EB3"/>
    <w:rsid w:val="006D576B"/>
    <w:rsid w:val="006D5A2B"/>
    <w:rsid w:val="006D5DE2"/>
    <w:rsid w:val="006D6136"/>
    <w:rsid w:val="006D64C9"/>
    <w:rsid w:val="006D6538"/>
    <w:rsid w:val="006D6B50"/>
    <w:rsid w:val="006D7CBC"/>
    <w:rsid w:val="006E09AE"/>
    <w:rsid w:val="006E0A47"/>
    <w:rsid w:val="006E0F61"/>
    <w:rsid w:val="006E1136"/>
    <w:rsid w:val="006E1490"/>
    <w:rsid w:val="006E156B"/>
    <w:rsid w:val="006E172F"/>
    <w:rsid w:val="006E184D"/>
    <w:rsid w:val="006E23DD"/>
    <w:rsid w:val="006E2610"/>
    <w:rsid w:val="006E2B44"/>
    <w:rsid w:val="006E4A10"/>
    <w:rsid w:val="006E5015"/>
    <w:rsid w:val="006E57CA"/>
    <w:rsid w:val="006E5AFE"/>
    <w:rsid w:val="006E61AC"/>
    <w:rsid w:val="006E61D5"/>
    <w:rsid w:val="006E70A8"/>
    <w:rsid w:val="006E7209"/>
    <w:rsid w:val="006E7414"/>
    <w:rsid w:val="006E76EE"/>
    <w:rsid w:val="006E7836"/>
    <w:rsid w:val="006F046E"/>
    <w:rsid w:val="006F04CE"/>
    <w:rsid w:val="006F05F4"/>
    <w:rsid w:val="006F109D"/>
    <w:rsid w:val="006F1F99"/>
    <w:rsid w:val="006F2327"/>
    <w:rsid w:val="006F2FBB"/>
    <w:rsid w:val="006F306D"/>
    <w:rsid w:val="006F367B"/>
    <w:rsid w:val="006F3F7B"/>
    <w:rsid w:val="006F3FF3"/>
    <w:rsid w:val="006F419A"/>
    <w:rsid w:val="006F4531"/>
    <w:rsid w:val="006F46C9"/>
    <w:rsid w:val="006F4859"/>
    <w:rsid w:val="006F4A70"/>
    <w:rsid w:val="006F4B50"/>
    <w:rsid w:val="006F4F9E"/>
    <w:rsid w:val="006F50D2"/>
    <w:rsid w:val="006F5347"/>
    <w:rsid w:val="006F5D4E"/>
    <w:rsid w:val="006F68E5"/>
    <w:rsid w:val="006F6CCB"/>
    <w:rsid w:val="006F7273"/>
    <w:rsid w:val="006F7397"/>
    <w:rsid w:val="006F75B1"/>
    <w:rsid w:val="006F75FB"/>
    <w:rsid w:val="006F7E37"/>
    <w:rsid w:val="007002C2"/>
    <w:rsid w:val="00700391"/>
    <w:rsid w:val="00700FA9"/>
    <w:rsid w:val="007010C2"/>
    <w:rsid w:val="007017D6"/>
    <w:rsid w:val="00703140"/>
    <w:rsid w:val="00703217"/>
    <w:rsid w:val="00703263"/>
    <w:rsid w:val="00703845"/>
    <w:rsid w:val="00703A38"/>
    <w:rsid w:val="00703EFE"/>
    <w:rsid w:val="00704B7F"/>
    <w:rsid w:val="00704BC0"/>
    <w:rsid w:val="00704C01"/>
    <w:rsid w:val="0070561A"/>
    <w:rsid w:val="00706EBC"/>
    <w:rsid w:val="00706EEB"/>
    <w:rsid w:val="007071E0"/>
    <w:rsid w:val="007074E1"/>
    <w:rsid w:val="00707EAB"/>
    <w:rsid w:val="0071074A"/>
    <w:rsid w:val="0071181A"/>
    <w:rsid w:val="00711ACB"/>
    <w:rsid w:val="00711F0A"/>
    <w:rsid w:val="00712058"/>
    <w:rsid w:val="00712665"/>
    <w:rsid w:val="00712C5D"/>
    <w:rsid w:val="00713D44"/>
    <w:rsid w:val="00713FC8"/>
    <w:rsid w:val="00714408"/>
    <w:rsid w:val="007145FB"/>
    <w:rsid w:val="0071498C"/>
    <w:rsid w:val="00714A50"/>
    <w:rsid w:val="00714B7F"/>
    <w:rsid w:val="00714EA5"/>
    <w:rsid w:val="00714F09"/>
    <w:rsid w:val="007150F8"/>
    <w:rsid w:val="007151FD"/>
    <w:rsid w:val="00715483"/>
    <w:rsid w:val="007154AF"/>
    <w:rsid w:val="0071608D"/>
    <w:rsid w:val="007160EF"/>
    <w:rsid w:val="0071683B"/>
    <w:rsid w:val="00717270"/>
    <w:rsid w:val="00717E2E"/>
    <w:rsid w:val="00717FA7"/>
    <w:rsid w:val="0072035B"/>
    <w:rsid w:val="00720A60"/>
    <w:rsid w:val="00720BBE"/>
    <w:rsid w:val="0072130C"/>
    <w:rsid w:val="007228C7"/>
    <w:rsid w:val="00722F03"/>
    <w:rsid w:val="00723833"/>
    <w:rsid w:val="00723FCD"/>
    <w:rsid w:val="00724202"/>
    <w:rsid w:val="0072428D"/>
    <w:rsid w:val="00724DE6"/>
    <w:rsid w:val="007251B9"/>
    <w:rsid w:val="0072585A"/>
    <w:rsid w:val="00725BAC"/>
    <w:rsid w:val="00726269"/>
    <w:rsid w:val="00726289"/>
    <w:rsid w:val="0072656E"/>
    <w:rsid w:val="007271A8"/>
    <w:rsid w:val="00730080"/>
    <w:rsid w:val="00730DA8"/>
    <w:rsid w:val="007316D5"/>
    <w:rsid w:val="00731850"/>
    <w:rsid w:val="00731BF6"/>
    <w:rsid w:val="00731F75"/>
    <w:rsid w:val="0073213F"/>
    <w:rsid w:val="007329F3"/>
    <w:rsid w:val="00732A3B"/>
    <w:rsid w:val="00732ABF"/>
    <w:rsid w:val="00732D64"/>
    <w:rsid w:val="00732EF7"/>
    <w:rsid w:val="00733155"/>
    <w:rsid w:val="007331A8"/>
    <w:rsid w:val="00733408"/>
    <w:rsid w:val="007336AF"/>
    <w:rsid w:val="00733A0B"/>
    <w:rsid w:val="007357E6"/>
    <w:rsid w:val="00736293"/>
    <w:rsid w:val="00736B5D"/>
    <w:rsid w:val="00736C0E"/>
    <w:rsid w:val="00737358"/>
    <w:rsid w:val="0073776F"/>
    <w:rsid w:val="00737EB1"/>
    <w:rsid w:val="007406CD"/>
    <w:rsid w:val="00740C45"/>
    <w:rsid w:val="00740FEC"/>
    <w:rsid w:val="007411E0"/>
    <w:rsid w:val="0074120B"/>
    <w:rsid w:val="007417A9"/>
    <w:rsid w:val="00741973"/>
    <w:rsid w:val="00741F4C"/>
    <w:rsid w:val="0074285D"/>
    <w:rsid w:val="00742E37"/>
    <w:rsid w:val="00742EFD"/>
    <w:rsid w:val="007432F2"/>
    <w:rsid w:val="007446EB"/>
    <w:rsid w:val="00744D12"/>
    <w:rsid w:val="007450B2"/>
    <w:rsid w:val="00745193"/>
    <w:rsid w:val="00745342"/>
    <w:rsid w:val="007455E3"/>
    <w:rsid w:val="00745F79"/>
    <w:rsid w:val="0074641B"/>
    <w:rsid w:val="0074656A"/>
    <w:rsid w:val="007466C8"/>
    <w:rsid w:val="00746858"/>
    <w:rsid w:val="00746A56"/>
    <w:rsid w:val="007470CD"/>
    <w:rsid w:val="00747110"/>
    <w:rsid w:val="0074740F"/>
    <w:rsid w:val="007478D5"/>
    <w:rsid w:val="00747ED3"/>
    <w:rsid w:val="007500A7"/>
    <w:rsid w:val="007507F9"/>
    <w:rsid w:val="0075175E"/>
    <w:rsid w:val="00751CF3"/>
    <w:rsid w:val="00751E70"/>
    <w:rsid w:val="007531FF"/>
    <w:rsid w:val="0075359F"/>
    <w:rsid w:val="007535DD"/>
    <w:rsid w:val="007539DC"/>
    <w:rsid w:val="00753C6E"/>
    <w:rsid w:val="0075430B"/>
    <w:rsid w:val="007546F7"/>
    <w:rsid w:val="00754BE7"/>
    <w:rsid w:val="0075621F"/>
    <w:rsid w:val="00756429"/>
    <w:rsid w:val="00756654"/>
    <w:rsid w:val="00756A89"/>
    <w:rsid w:val="00757756"/>
    <w:rsid w:val="00757B55"/>
    <w:rsid w:val="00757D7E"/>
    <w:rsid w:val="00760058"/>
    <w:rsid w:val="0076059C"/>
    <w:rsid w:val="00760990"/>
    <w:rsid w:val="00760F88"/>
    <w:rsid w:val="00760FFC"/>
    <w:rsid w:val="00761034"/>
    <w:rsid w:val="00761C75"/>
    <w:rsid w:val="00761F26"/>
    <w:rsid w:val="00763352"/>
    <w:rsid w:val="00763A28"/>
    <w:rsid w:val="00763F7D"/>
    <w:rsid w:val="007640E6"/>
    <w:rsid w:val="0076491B"/>
    <w:rsid w:val="007649E4"/>
    <w:rsid w:val="00764D3D"/>
    <w:rsid w:val="00765011"/>
    <w:rsid w:val="007650B2"/>
    <w:rsid w:val="007652F9"/>
    <w:rsid w:val="007655E8"/>
    <w:rsid w:val="00766D40"/>
    <w:rsid w:val="00766DE3"/>
    <w:rsid w:val="00767300"/>
    <w:rsid w:val="00767D96"/>
    <w:rsid w:val="00767EAA"/>
    <w:rsid w:val="007705B1"/>
    <w:rsid w:val="0077102D"/>
    <w:rsid w:val="00771AB9"/>
    <w:rsid w:val="00771D42"/>
    <w:rsid w:val="007727AA"/>
    <w:rsid w:val="00773288"/>
    <w:rsid w:val="00774078"/>
    <w:rsid w:val="00774240"/>
    <w:rsid w:val="00774369"/>
    <w:rsid w:val="00774BED"/>
    <w:rsid w:val="00774E43"/>
    <w:rsid w:val="00775A92"/>
    <w:rsid w:val="00775C9F"/>
    <w:rsid w:val="0077650B"/>
    <w:rsid w:val="00776A07"/>
    <w:rsid w:val="00777D1B"/>
    <w:rsid w:val="007808A0"/>
    <w:rsid w:val="00780A18"/>
    <w:rsid w:val="00781A48"/>
    <w:rsid w:val="00781D23"/>
    <w:rsid w:val="007822C3"/>
    <w:rsid w:val="007823B7"/>
    <w:rsid w:val="00783688"/>
    <w:rsid w:val="0078372D"/>
    <w:rsid w:val="00783D96"/>
    <w:rsid w:val="00783F8B"/>
    <w:rsid w:val="0078545D"/>
    <w:rsid w:val="007860CE"/>
    <w:rsid w:val="007867B2"/>
    <w:rsid w:val="0078698C"/>
    <w:rsid w:val="007869F8"/>
    <w:rsid w:val="00787241"/>
    <w:rsid w:val="0078750C"/>
    <w:rsid w:val="00787A89"/>
    <w:rsid w:val="0079021E"/>
    <w:rsid w:val="0079093C"/>
    <w:rsid w:val="007912D7"/>
    <w:rsid w:val="00791B0B"/>
    <w:rsid w:val="00791D66"/>
    <w:rsid w:val="007928E4"/>
    <w:rsid w:val="00793A2C"/>
    <w:rsid w:val="00794299"/>
    <w:rsid w:val="007942F0"/>
    <w:rsid w:val="00794E45"/>
    <w:rsid w:val="00794E54"/>
    <w:rsid w:val="00794F2D"/>
    <w:rsid w:val="007957CE"/>
    <w:rsid w:val="007963BA"/>
    <w:rsid w:val="0079706F"/>
    <w:rsid w:val="00797296"/>
    <w:rsid w:val="00797F5D"/>
    <w:rsid w:val="007A00B7"/>
    <w:rsid w:val="007A021C"/>
    <w:rsid w:val="007A04F7"/>
    <w:rsid w:val="007A057F"/>
    <w:rsid w:val="007A07D9"/>
    <w:rsid w:val="007A1E88"/>
    <w:rsid w:val="007A247B"/>
    <w:rsid w:val="007A26F9"/>
    <w:rsid w:val="007A2B96"/>
    <w:rsid w:val="007A2F30"/>
    <w:rsid w:val="007A3C9F"/>
    <w:rsid w:val="007A3D2E"/>
    <w:rsid w:val="007A44D6"/>
    <w:rsid w:val="007A565F"/>
    <w:rsid w:val="007A60B6"/>
    <w:rsid w:val="007A613D"/>
    <w:rsid w:val="007A6312"/>
    <w:rsid w:val="007A6999"/>
    <w:rsid w:val="007A6C03"/>
    <w:rsid w:val="007B001D"/>
    <w:rsid w:val="007B0479"/>
    <w:rsid w:val="007B1016"/>
    <w:rsid w:val="007B13D5"/>
    <w:rsid w:val="007B15DC"/>
    <w:rsid w:val="007B24FF"/>
    <w:rsid w:val="007B2833"/>
    <w:rsid w:val="007B354C"/>
    <w:rsid w:val="007B3F47"/>
    <w:rsid w:val="007B4219"/>
    <w:rsid w:val="007B478E"/>
    <w:rsid w:val="007B4AE6"/>
    <w:rsid w:val="007B67C1"/>
    <w:rsid w:val="007B69C6"/>
    <w:rsid w:val="007B72B1"/>
    <w:rsid w:val="007B7B02"/>
    <w:rsid w:val="007B7C6E"/>
    <w:rsid w:val="007C05FA"/>
    <w:rsid w:val="007C0E95"/>
    <w:rsid w:val="007C1015"/>
    <w:rsid w:val="007C159F"/>
    <w:rsid w:val="007C23C3"/>
    <w:rsid w:val="007C2A00"/>
    <w:rsid w:val="007C2FB3"/>
    <w:rsid w:val="007C34C1"/>
    <w:rsid w:val="007C381C"/>
    <w:rsid w:val="007C3820"/>
    <w:rsid w:val="007C41A0"/>
    <w:rsid w:val="007C4408"/>
    <w:rsid w:val="007C46F0"/>
    <w:rsid w:val="007C53CA"/>
    <w:rsid w:val="007C558A"/>
    <w:rsid w:val="007C56B7"/>
    <w:rsid w:val="007C77F2"/>
    <w:rsid w:val="007C784F"/>
    <w:rsid w:val="007C7CA0"/>
    <w:rsid w:val="007C7F0A"/>
    <w:rsid w:val="007D0669"/>
    <w:rsid w:val="007D13D1"/>
    <w:rsid w:val="007D3151"/>
    <w:rsid w:val="007D3190"/>
    <w:rsid w:val="007D3984"/>
    <w:rsid w:val="007D4260"/>
    <w:rsid w:val="007D42B0"/>
    <w:rsid w:val="007D4898"/>
    <w:rsid w:val="007D4AAC"/>
    <w:rsid w:val="007D52E3"/>
    <w:rsid w:val="007D5332"/>
    <w:rsid w:val="007D5354"/>
    <w:rsid w:val="007D6A39"/>
    <w:rsid w:val="007D6E21"/>
    <w:rsid w:val="007D71F8"/>
    <w:rsid w:val="007D782C"/>
    <w:rsid w:val="007E0561"/>
    <w:rsid w:val="007E0A6A"/>
    <w:rsid w:val="007E0F71"/>
    <w:rsid w:val="007E2319"/>
    <w:rsid w:val="007E259D"/>
    <w:rsid w:val="007E2DDA"/>
    <w:rsid w:val="007E3503"/>
    <w:rsid w:val="007E35F5"/>
    <w:rsid w:val="007E377F"/>
    <w:rsid w:val="007E42AA"/>
    <w:rsid w:val="007E4E3F"/>
    <w:rsid w:val="007E4FAF"/>
    <w:rsid w:val="007E4FFE"/>
    <w:rsid w:val="007E531B"/>
    <w:rsid w:val="007E565D"/>
    <w:rsid w:val="007E5C4B"/>
    <w:rsid w:val="007E5E1C"/>
    <w:rsid w:val="007E5EC7"/>
    <w:rsid w:val="007E5F1A"/>
    <w:rsid w:val="007E61D1"/>
    <w:rsid w:val="007E6651"/>
    <w:rsid w:val="007E66DB"/>
    <w:rsid w:val="007E6832"/>
    <w:rsid w:val="007E69EA"/>
    <w:rsid w:val="007E6B6F"/>
    <w:rsid w:val="007E6F26"/>
    <w:rsid w:val="007E7472"/>
    <w:rsid w:val="007E7B01"/>
    <w:rsid w:val="007E7B8C"/>
    <w:rsid w:val="007E7CE8"/>
    <w:rsid w:val="007F090C"/>
    <w:rsid w:val="007F0A92"/>
    <w:rsid w:val="007F0C4D"/>
    <w:rsid w:val="007F1885"/>
    <w:rsid w:val="007F1C8C"/>
    <w:rsid w:val="007F1D3D"/>
    <w:rsid w:val="007F2250"/>
    <w:rsid w:val="007F29B8"/>
    <w:rsid w:val="007F3A17"/>
    <w:rsid w:val="007F3E4B"/>
    <w:rsid w:val="007F3FE0"/>
    <w:rsid w:val="007F4551"/>
    <w:rsid w:val="007F4582"/>
    <w:rsid w:val="007F4981"/>
    <w:rsid w:val="007F5274"/>
    <w:rsid w:val="007F52C7"/>
    <w:rsid w:val="007F5AC5"/>
    <w:rsid w:val="007F662E"/>
    <w:rsid w:val="007F6712"/>
    <w:rsid w:val="007F679C"/>
    <w:rsid w:val="007F6AD8"/>
    <w:rsid w:val="007F6CA8"/>
    <w:rsid w:val="007F711C"/>
    <w:rsid w:val="007F7467"/>
    <w:rsid w:val="007F7AD0"/>
    <w:rsid w:val="007F7C51"/>
    <w:rsid w:val="007F7CFE"/>
    <w:rsid w:val="00800029"/>
    <w:rsid w:val="008006B0"/>
    <w:rsid w:val="00800FE3"/>
    <w:rsid w:val="008010FE"/>
    <w:rsid w:val="0080115D"/>
    <w:rsid w:val="0080129E"/>
    <w:rsid w:val="008013D8"/>
    <w:rsid w:val="0080159A"/>
    <w:rsid w:val="008015BB"/>
    <w:rsid w:val="00801F2C"/>
    <w:rsid w:val="00802620"/>
    <w:rsid w:val="00802871"/>
    <w:rsid w:val="00802B6F"/>
    <w:rsid w:val="00803EAB"/>
    <w:rsid w:val="00803FC5"/>
    <w:rsid w:val="00804174"/>
    <w:rsid w:val="00804634"/>
    <w:rsid w:val="00804778"/>
    <w:rsid w:val="00804787"/>
    <w:rsid w:val="00804D05"/>
    <w:rsid w:val="00804E1E"/>
    <w:rsid w:val="008059F7"/>
    <w:rsid w:val="00805D22"/>
    <w:rsid w:val="0080606A"/>
    <w:rsid w:val="008068CC"/>
    <w:rsid w:val="00806A77"/>
    <w:rsid w:val="00806BD7"/>
    <w:rsid w:val="00806EA6"/>
    <w:rsid w:val="008070EA"/>
    <w:rsid w:val="008074B3"/>
    <w:rsid w:val="008102EE"/>
    <w:rsid w:val="008104CF"/>
    <w:rsid w:val="00811235"/>
    <w:rsid w:val="00811527"/>
    <w:rsid w:val="00811789"/>
    <w:rsid w:val="0081187F"/>
    <w:rsid w:val="00811DF0"/>
    <w:rsid w:val="008120CD"/>
    <w:rsid w:val="0081219E"/>
    <w:rsid w:val="008122D5"/>
    <w:rsid w:val="00812328"/>
    <w:rsid w:val="00812B0B"/>
    <w:rsid w:val="00813B3E"/>
    <w:rsid w:val="00813D3E"/>
    <w:rsid w:val="00814136"/>
    <w:rsid w:val="008142CF"/>
    <w:rsid w:val="0081471B"/>
    <w:rsid w:val="00814B35"/>
    <w:rsid w:val="00814D3D"/>
    <w:rsid w:val="00814EC5"/>
    <w:rsid w:val="00815602"/>
    <w:rsid w:val="00815926"/>
    <w:rsid w:val="00815CCF"/>
    <w:rsid w:val="00815DD0"/>
    <w:rsid w:val="0081660E"/>
    <w:rsid w:val="00816D5E"/>
    <w:rsid w:val="0081749C"/>
    <w:rsid w:val="00817C40"/>
    <w:rsid w:val="00817CDB"/>
    <w:rsid w:val="008202A9"/>
    <w:rsid w:val="00820DF7"/>
    <w:rsid w:val="0082121D"/>
    <w:rsid w:val="0082270D"/>
    <w:rsid w:val="00822AD1"/>
    <w:rsid w:val="00822B8A"/>
    <w:rsid w:val="00822EC1"/>
    <w:rsid w:val="00822F98"/>
    <w:rsid w:val="00824B8A"/>
    <w:rsid w:val="00825852"/>
    <w:rsid w:val="00825E89"/>
    <w:rsid w:val="0082732D"/>
    <w:rsid w:val="00827382"/>
    <w:rsid w:val="0082758B"/>
    <w:rsid w:val="008279DA"/>
    <w:rsid w:val="00827A42"/>
    <w:rsid w:val="00830EF6"/>
    <w:rsid w:val="00831F00"/>
    <w:rsid w:val="00832251"/>
    <w:rsid w:val="00832BD8"/>
    <w:rsid w:val="008333AC"/>
    <w:rsid w:val="00833868"/>
    <w:rsid w:val="00834353"/>
    <w:rsid w:val="008349A1"/>
    <w:rsid w:val="00834AD7"/>
    <w:rsid w:val="00834CCB"/>
    <w:rsid w:val="00835B65"/>
    <w:rsid w:val="0083675C"/>
    <w:rsid w:val="00836F09"/>
    <w:rsid w:val="008371B0"/>
    <w:rsid w:val="008372E4"/>
    <w:rsid w:val="00837BF6"/>
    <w:rsid w:val="00837D8C"/>
    <w:rsid w:val="008412EE"/>
    <w:rsid w:val="0084159A"/>
    <w:rsid w:val="00841CC2"/>
    <w:rsid w:val="00841D66"/>
    <w:rsid w:val="008423FA"/>
    <w:rsid w:val="0084359D"/>
    <w:rsid w:val="008437A6"/>
    <w:rsid w:val="00843FA9"/>
    <w:rsid w:val="00845378"/>
    <w:rsid w:val="008454C9"/>
    <w:rsid w:val="008459D2"/>
    <w:rsid w:val="00845B7B"/>
    <w:rsid w:val="00845E01"/>
    <w:rsid w:val="00847E57"/>
    <w:rsid w:val="00850219"/>
    <w:rsid w:val="0085130D"/>
    <w:rsid w:val="008513EF"/>
    <w:rsid w:val="008516C2"/>
    <w:rsid w:val="00851B8F"/>
    <w:rsid w:val="00852A3A"/>
    <w:rsid w:val="00852EDA"/>
    <w:rsid w:val="00852F2C"/>
    <w:rsid w:val="0085327B"/>
    <w:rsid w:val="00853298"/>
    <w:rsid w:val="00853720"/>
    <w:rsid w:val="00853935"/>
    <w:rsid w:val="008539D6"/>
    <w:rsid w:val="00853ABD"/>
    <w:rsid w:val="008541F6"/>
    <w:rsid w:val="0085475C"/>
    <w:rsid w:val="00854DC4"/>
    <w:rsid w:val="00854EC8"/>
    <w:rsid w:val="00855019"/>
    <w:rsid w:val="00855050"/>
    <w:rsid w:val="00855175"/>
    <w:rsid w:val="008552C8"/>
    <w:rsid w:val="00856643"/>
    <w:rsid w:val="008567F0"/>
    <w:rsid w:val="00856DED"/>
    <w:rsid w:val="00857128"/>
    <w:rsid w:val="00857BB2"/>
    <w:rsid w:val="00857F57"/>
    <w:rsid w:val="008608C4"/>
    <w:rsid w:val="00860D67"/>
    <w:rsid w:val="00861947"/>
    <w:rsid w:val="00861C1E"/>
    <w:rsid w:val="00861CD1"/>
    <w:rsid w:val="0086209B"/>
    <w:rsid w:val="008626EC"/>
    <w:rsid w:val="00862DE9"/>
    <w:rsid w:val="00862ECD"/>
    <w:rsid w:val="00863289"/>
    <w:rsid w:val="00863DB6"/>
    <w:rsid w:val="008644B4"/>
    <w:rsid w:val="00864A30"/>
    <w:rsid w:val="00864AC8"/>
    <w:rsid w:val="00865264"/>
    <w:rsid w:val="0086539C"/>
    <w:rsid w:val="00865737"/>
    <w:rsid w:val="0086588B"/>
    <w:rsid w:val="00865966"/>
    <w:rsid w:val="00865EA3"/>
    <w:rsid w:val="00865F4A"/>
    <w:rsid w:val="0086644C"/>
    <w:rsid w:val="00866D13"/>
    <w:rsid w:val="0086739D"/>
    <w:rsid w:val="00867DC1"/>
    <w:rsid w:val="00867E71"/>
    <w:rsid w:val="00867FFC"/>
    <w:rsid w:val="008704EE"/>
    <w:rsid w:val="00870781"/>
    <w:rsid w:val="00870AD0"/>
    <w:rsid w:val="00870AE8"/>
    <w:rsid w:val="0087143D"/>
    <w:rsid w:val="00871BB8"/>
    <w:rsid w:val="00871EA9"/>
    <w:rsid w:val="0087251A"/>
    <w:rsid w:val="00872D9E"/>
    <w:rsid w:val="00873207"/>
    <w:rsid w:val="008732EC"/>
    <w:rsid w:val="00873889"/>
    <w:rsid w:val="008738C8"/>
    <w:rsid w:val="0087534B"/>
    <w:rsid w:val="008762D5"/>
    <w:rsid w:val="008764B7"/>
    <w:rsid w:val="008767EE"/>
    <w:rsid w:val="00876B3A"/>
    <w:rsid w:val="00880185"/>
    <w:rsid w:val="00880220"/>
    <w:rsid w:val="0088056D"/>
    <w:rsid w:val="00880752"/>
    <w:rsid w:val="00880CCE"/>
    <w:rsid w:val="00881B4D"/>
    <w:rsid w:val="00882656"/>
    <w:rsid w:val="0088303A"/>
    <w:rsid w:val="008830AF"/>
    <w:rsid w:val="00883355"/>
    <w:rsid w:val="00883C97"/>
    <w:rsid w:val="00884108"/>
    <w:rsid w:val="00884DCE"/>
    <w:rsid w:val="0088505C"/>
    <w:rsid w:val="00885C42"/>
    <w:rsid w:val="00885FD1"/>
    <w:rsid w:val="0088605A"/>
    <w:rsid w:val="00887F32"/>
    <w:rsid w:val="008901E0"/>
    <w:rsid w:val="00890230"/>
    <w:rsid w:val="008905A9"/>
    <w:rsid w:val="0089102A"/>
    <w:rsid w:val="0089165E"/>
    <w:rsid w:val="0089189C"/>
    <w:rsid w:val="00891E05"/>
    <w:rsid w:val="008920B9"/>
    <w:rsid w:val="00892188"/>
    <w:rsid w:val="008933EE"/>
    <w:rsid w:val="008934DC"/>
    <w:rsid w:val="00893535"/>
    <w:rsid w:val="008937EE"/>
    <w:rsid w:val="00893D1E"/>
    <w:rsid w:val="00894A32"/>
    <w:rsid w:val="00895410"/>
    <w:rsid w:val="00895D11"/>
    <w:rsid w:val="0089608F"/>
    <w:rsid w:val="008969CD"/>
    <w:rsid w:val="0089743B"/>
    <w:rsid w:val="00897913"/>
    <w:rsid w:val="00897D05"/>
    <w:rsid w:val="008A0AD6"/>
    <w:rsid w:val="008A1604"/>
    <w:rsid w:val="008A3153"/>
    <w:rsid w:val="008A3212"/>
    <w:rsid w:val="008A332E"/>
    <w:rsid w:val="008A3882"/>
    <w:rsid w:val="008A405E"/>
    <w:rsid w:val="008A4A9E"/>
    <w:rsid w:val="008A4AF5"/>
    <w:rsid w:val="008A4B17"/>
    <w:rsid w:val="008A4B5B"/>
    <w:rsid w:val="008A4BCC"/>
    <w:rsid w:val="008A540C"/>
    <w:rsid w:val="008A56C4"/>
    <w:rsid w:val="008A5B45"/>
    <w:rsid w:val="008A60EC"/>
    <w:rsid w:val="008A6D9B"/>
    <w:rsid w:val="008A7135"/>
    <w:rsid w:val="008A79F0"/>
    <w:rsid w:val="008A7AE7"/>
    <w:rsid w:val="008B0C11"/>
    <w:rsid w:val="008B12E5"/>
    <w:rsid w:val="008B1E86"/>
    <w:rsid w:val="008B27BB"/>
    <w:rsid w:val="008B3A09"/>
    <w:rsid w:val="008B434A"/>
    <w:rsid w:val="008B4391"/>
    <w:rsid w:val="008B44C8"/>
    <w:rsid w:val="008B4F6D"/>
    <w:rsid w:val="008B5876"/>
    <w:rsid w:val="008B5967"/>
    <w:rsid w:val="008B5DC5"/>
    <w:rsid w:val="008B5E79"/>
    <w:rsid w:val="008B5FE1"/>
    <w:rsid w:val="008B6262"/>
    <w:rsid w:val="008B6B5C"/>
    <w:rsid w:val="008B6DA2"/>
    <w:rsid w:val="008B6DCB"/>
    <w:rsid w:val="008B6EE4"/>
    <w:rsid w:val="008B73EC"/>
    <w:rsid w:val="008B7732"/>
    <w:rsid w:val="008B795A"/>
    <w:rsid w:val="008B79E9"/>
    <w:rsid w:val="008C12A4"/>
    <w:rsid w:val="008C29A9"/>
    <w:rsid w:val="008C2EB7"/>
    <w:rsid w:val="008C3674"/>
    <w:rsid w:val="008C38DD"/>
    <w:rsid w:val="008C3A93"/>
    <w:rsid w:val="008C3F0D"/>
    <w:rsid w:val="008C530C"/>
    <w:rsid w:val="008C537A"/>
    <w:rsid w:val="008C54BB"/>
    <w:rsid w:val="008C55A8"/>
    <w:rsid w:val="008C5F7C"/>
    <w:rsid w:val="008C61AD"/>
    <w:rsid w:val="008C7FB6"/>
    <w:rsid w:val="008D0702"/>
    <w:rsid w:val="008D0EF7"/>
    <w:rsid w:val="008D1C01"/>
    <w:rsid w:val="008D1CD1"/>
    <w:rsid w:val="008D1DE7"/>
    <w:rsid w:val="008D1FF6"/>
    <w:rsid w:val="008D2B01"/>
    <w:rsid w:val="008D35D3"/>
    <w:rsid w:val="008D3770"/>
    <w:rsid w:val="008D4C65"/>
    <w:rsid w:val="008D50DE"/>
    <w:rsid w:val="008D5448"/>
    <w:rsid w:val="008D5B3D"/>
    <w:rsid w:val="008D5BA8"/>
    <w:rsid w:val="008D5FAE"/>
    <w:rsid w:val="008D656F"/>
    <w:rsid w:val="008D6BA9"/>
    <w:rsid w:val="008D6D8B"/>
    <w:rsid w:val="008D752F"/>
    <w:rsid w:val="008D7A3F"/>
    <w:rsid w:val="008D7DC1"/>
    <w:rsid w:val="008E0379"/>
    <w:rsid w:val="008E0AE0"/>
    <w:rsid w:val="008E1072"/>
    <w:rsid w:val="008E1496"/>
    <w:rsid w:val="008E155D"/>
    <w:rsid w:val="008E15CB"/>
    <w:rsid w:val="008E2A2B"/>
    <w:rsid w:val="008E2D17"/>
    <w:rsid w:val="008E34CC"/>
    <w:rsid w:val="008E3924"/>
    <w:rsid w:val="008E3FF0"/>
    <w:rsid w:val="008E4C1E"/>
    <w:rsid w:val="008E57FC"/>
    <w:rsid w:val="008E5D43"/>
    <w:rsid w:val="008E6246"/>
    <w:rsid w:val="008E63EE"/>
    <w:rsid w:val="008E6899"/>
    <w:rsid w:val="008E78C8"/>
    <w:rsid w:val="008F002B"/>
    <w:rsid w:val="008F008B"/>
    <w:rsid w:val="008F07CD"/>
    <w:rsid w:val="008F0CD0"/>
    <w:rsid w:val="008F0D8D"/>
    <w:rsid w:val="008F0EA0"/>
    <w:rsid w:val="008F1A98"/>
    <w:rsid w:val="008F28E4"/>
    <w:rsid w:val="008F2CBD"/>
    <w:rsid w:val="008F3C8E"/>
    <w:rsid w:val="008F3F5E"/>
    <w:rsid w:val="008F42BB"/>
    <w:rsid w:val="008F5A38"/>
    <w:rsid w:val="008F6594"/>
    <w:rsid w:val="008F6E03"/>
    <w:rsid w:val="008F6EC5"/>
    <w:rsid w:val="008F740C"/>
    <w:rsid w:val="0090092F"/>
    <w:rsid w:val="00900B92"/>
    <w:rsid w:val="0090232F"/>
    <w:rsid w:val="00902FF6"/>
    <w:rsid w:val="00904C59"/>
    <w:rsid w:val="00904F87"/>
    <w:rsid w:val="00905482"/>
    <w:rsid w:val="0090578C"/>
    <w:rsid w:val="00905B00"/>
    <w:rsid w:val="00905BB7"/>
    <w:rsid w:val="00905ECC"/>
    <w:rsid w:val="00905F02"/>
    <w:rsid w:val="00906128"/>
    <w:rsid w:val="00906AA0"/>
    <w:rsid w:val="00906C6A"/>
    <w:rsid w:val="00906CD0"/>
    <w:rsid w:val="00906DC3"/>
    <w:rsid w:val="00906EA7"/>
    <w:rsid w:val="00907125"/>
    <w:rsid w:val="009078DD"/>
    <w:rsid w:val="0091009B"/>
    <w:rsid w:val="00910E9C"/>
    <w:rsid w:val="009113A0"/>
    <w:rsid w:val="009119CF"/>
    <w:rsid w:val="00911A2B"/>
    <w:rsid w:val="00912134"/>
    <w:rsid w:val="0091220F"/>
    <w:rsid w:val="00912DB9"/>
    <w:rsid w:val="009133C9"/>
    <w:rsid w:val="00913AED"/>
    <w:rsid w:val="00913B7A"/>
    <w:rsid w:val="0091488D"/>
    <w:rsid w:val="009149A3"/>
    <w:rsid w:val="00914BD1"/>
    <w:rsid w:val="00914D3B"/>
    <w:rsid w:val="0091585B"/>
    <w:rsid w:val="00915E40"/>
    <w:rsid w:val="009164A1"/>
    <w:rsid w:val="009166DC"/>
    <w:rsid w:val="009173D1"/>
    <w:rsid w:val="00917E85"/>
    <w:rsid w:val="00917FC5"/>
    <w:rsid w:val="009203A6"/>
    <w:rsid w:val="009212DD"/>
    <w:rsid w:val="009222A1"/>
    <w:rsid w:val="00922506"/>
    <w:rsid w:val="00922CE7"/>
    <w:rsid w:val="00923489"/>
    <w:rsid w:val="009235E2"/>
    <w:rsid w:val="00923D06"/>
    <w:rsid w:val="00923FF5"/>
    <w:rsid w:val="0092422D"/>
    <w:rsid w:val="0092477D"/>
    <w:rsid w:val="00924E1A"/>
    <w:rsid w:val="00925096"/>
    <w:rsid w:val="00927572"/>
    <w:rsid w:val="00927717"/>
    <w:rsid w:val="00927BCC"/>
    <w:rsid w:val="009300E2"/>
    <w:rsid w:val="0093030C"/>
    <w:rsid w:val="009304A8"/>
    <w:rsid w:val="009305CC"/>
    <w:rsid w:val="00930937"/>
    <w:rsid w:val="00930AA8"/>
    <w:rsid w:val="00930D33"/>
    <w:rsid w:val="00931488"/>
    <w:rsid w:val="009314B1"/>
    <w:rsid w:val="00931CEE"/>
    <w:rsid w:val="00932389"/>
    <w:rsid w:val="00933A6E"/>
    <w:rsid w:val="00933CBF"/>
    <w:rsid w:val="009344A6"/>
    <w:rsid w:val="009348BE"/>
    <w:rsid w:val="009356F0"/>
    <w:rsid w:val="00935C24"/>
    <w:rsid w:val="00935D94"/>
    <w:rsid w:val="00935F20"/>
    <w:rsid w:val="00935F33"/>
    <w:rsid w:val="009369BA"/>
    <w:rsid w:val="009406A0"/>
    <w:rsid w:val="00940756"/>
    <w:rsid w:val="00940879"/>
    <w:rsid w:val="00940BCC"/>
    <w:rsid w:val="00940D17"/>
    <w:rsid w:val="00941382"/>
    <w:rsid w:val="00941757"/>
    <w:rsid w:val="00941B40"/>
    <w:rsid w:val="0094229D"/>
    <w:rsid w:val="00942723"/>
    <w:rsid w:val="00942D9E"/>
    <w:rsid w:val="00942DC2"/>
    <w:rsid w:val="00942F56"/>
    <w:rsid w:val="0094357B"/>
    <w:rsid w:val="00943F45"/>
    <w:rsid w:val="0094406E"/>
    <w:rsid w:val="0094433E"/>
    <w:rsid w:val="00944606"/>
    <w:rsid w:val="0094554A"/>
    <w:rsid w:val="009458B4"/>
    <w:rsid w:val="00945B25"/>
    <w:rsid w:val="009460AD"/>
    <w:rsid w:val="00947F52"/>
    <w:rsid w:val="00950185"/>
    <w:rsid w:val="009501EA"/>
    <w:rsid w:val="00950281"/>
    <w:rsid w:val="009503D0"/>
    <w:rsid w:val="009514AC"/>
    <w:rsid w:val="009526F1"/>
    <w:rsid w:val="00952983"/>
    <w:rsid w:val="00953577"/>
    <w:rsid w:val="009558E0"/>
    <w:rsid w:val="00955E08"/>
    <w:rsid w:val="009567ED"/>
    <w:rsid w:val="00956946"/>
    <w:rsid w:val="00956F4B"/>
    <w:rsid w:val="00957091"/>
    <w:rsid w:val="00957768"/>
    <w:rsid w:val="00960BB6"/>
    <w:rsid w:val="0096110E"/>
    <w:rsid w:val="00961433"/>
    <w:rsid w:val="00961682"/>
    <w:rsid w:val="00961B60"/>
    <w:rsid w:val="00961D52"/>
    <w:rsid w:val="00962D59"/>
    <w:rsid w:val="009633F1"/>
    <w:rsid w:val="009637A8"/>
    <w:rsid w:val="00963BCD"/>
    <w:rsid w:val="0096436A"/>
    <w:rsid w:val="0096471C"/>
    <w:rsid w:val="00964A32"/>
    <w:rsid w:val="00965355"/>
    <w:rsid w:val="009655B9"/>
    <w:rsid w:val="009659BC"/>
    <w:rsid w:val="00965FB0"/>
    <w:rsid w:val="009667A4"/>
    <w:rsid w:val="00966E4E"/>
    <w:rsid w:val="009672A5"/>
    <w:rsid w:val="00967630"/>
    <w:rsid w:val="00967E61"/>
    <w:rsid w:val="00967F5F"/>
    <w:rsid w:val="00967FE0"/>
    <w:rsid w:val="00970058"/>
    <w:rsid w:val="00970691"/>
    <w:rsid w:val="00970AEE"/>
    <w:rsid w:val="009716EA"/>
    <w:rsid w:val="00971BE7"/>
    <w:rsid w:val="00971E1B"/>
    <w:rsid w:val="00971F1B"/>
    <w:rsid w:val="009723B9"/>
    <w:rsid w:val="00972D06"/>
    <w:rsid w:val="00972DEF"/>
    <w:rsid w:val="00972F66"/>
    <w:rsid w:val="00973D18"/>
    <w:rsid w:val="009743FE"/>
    <w:rsid w:val="00974742"/>
    <w:rsid w:val="00975517"/>
    <w:rsid w:val="009759E4"/>
    <w:rsid w:val="00975ADA"/>
    <w:rsid w:val="00975FE9"/>
    <w:rsid w:val="0097629A"/>
    <w:rsid w:val="00976380"/>
    <w:rsid w:val="009765B6"/>
    <w:rsid w:val="00976DAC"/>
    <w:rsid w:val="00977713"/>
    <w:rsid w:val="00977E81"/>
    <w:rsid w:val="00980027"/>
    <w:rsid w:val="00980192"/>
    <w:rsid w:val="00980247"/>
    <w:rsid w:val="0098103E"/>
    <w:rsid w:val="009814D6"/>
    <w:rsid w:val="00981CB0"/>
    <w:rsid w:val="0098207B"/>
    <w:rsid w:val="00982221"/>
    <w:rsid w:val="0098249A"/>
    <w:rsid w:val="0098271D"/>
    <w:rsid w:val="00982A30"/>
    <w:rsid w:val="00983480"/>
    <w:rsid w:val="00984560"/>
    <w:rsid w:val="00985231"/>
    <w:rsid w:val="00985852"/>
    <w:rsid w:val="009864D9"/>
    <w:rsid w:val="00986E9B"/>
    <w:rsid w:val="00986FEE"/>
    <w:rsid w:val="009878D4"/>
    <w:rsid w:val="00987914"/>
    <w:rsid w:val="00987D5D"/>
    <w:rsid w:val="00992066"/>
    <w:rsid w:val="009925AA"/>
    <w:rsid w:val="0099322D"/>
    <w:rsid w:val="00993652"/>
    <w:rsid w:val="00993D45"/>
    <w:rsid w:val="00993DD5"/>
    <w:rsid w:val="00994549"/>
    <w:rsid w:val="00994937"/>
    <w:rsid w:val="00994D7B"/>
    <w:rsid w:val="00995365"/>
    <w:rsid w:val="009957D2"/>
    <w:rsid w:val="00995E37"/>
    <w:rsid w:val="00995E8C"/>
    <w:rsid w:val="0099650D"/>
    <w:rsid w:val="00996BCE"/>
    <w:rsid w:val="00997137"/>
    <w:rsid w:val="009972CE"/>
    <w:rsid w:val="009973F6"/>
    <w:rsid w:val="0099753F"/>
    <w:rsid w:val="0099772E"/>
    <w:rsid w:val="009A078E"/>
    <w:rsid w:val="009A098B"/>
    <w:rsid w:val="009A1320"/>
    <w:rsid w:val="009A13EE"/>
    <w:rsid w:val="009A1A44"/>
    <w:rsid w:val="009A241D"/>
    <w:rsid w:val="009A2612"/>
    <w:rsid w:val="009A2767"/>
    <w:rsid w:val="009A29A1"/>
    <w:rsid w:val="009A2D6E"/>
    <w:rsid w:val="009A31B5"/>
    <w:rsid w:val="009A353A"/>
    <w:rsid w:val="009A3B8B"/>
    <w:rsid w:val="009A3EEA"/>
    <w:rsid w:val="009A4A52"/>
    <w:rsid w:val="009A4AB2"/>
    <w:rsid w:val="009A5435"/>
    <w:rsid w:val="009A5914"/>
    <w:rsid w:val="009A5D44"/>
    <w:rsid w:val="009A60CA"/>
    <w:rsid w:val="009A643A"/>
    <w:rsid w:val="009A66FC"/>
    <w:rsid w:val="009A6A44"/>
    <w:rsid w:val="009A6FE5"/>
    <w:rsid w:val="009A709A"/>
    <w:rsid w:val="009A72D3"/>
    <w:rsid w:val="009B054C"/>
    <w:rsid w:val="009B0EA0"/>
    <w:rsid w:val="009B1DAC"/>
    <w:rsid w:val="009B202A"/>
    <w:rsid w:val="009B260E"/>
    <w:rsid w:val="009B29D6"/>
    <w:rsid w:val="009B38F9"/>
    <w:rsid w:val="009B419C"/>
    <w:rsid w:val="009B4CA5"/>
    <w:rsid w:val="009B4EB7"/>
    <w:rsid w:val="009B5563"/>
    <w:rsid w:val="009B593B"/>
    <w:rsid w:val="009B6254"/>
    <w:rsid w:val="009B64FD"/>
    <w:rsid w:val="009B6845"/>
    <w:rsid w:val="009B6DCB"/>
    <w:rsid w:val="009B7373"/>
    <w:rsid w:val="009B7399"/>
    <w:rsid w:val="009B7B72"/>
    <w:rsid w:val="009B7D68"/>
    <w:rsid w:val="009B7EF6"/>
    <w:rsid w:val="009C0340"/>
    <w:rsid w:val="009C0A56"/>
    <w:rsid w:val="009C0A87"/>
    <w:rsid w:val="009C0E80"/>
    <w:rsid w:val="009C16CA"/>
    <w:rsid w:val="009C17BF"/>
    <w:rsid w:val="009C1923"/>
    <w:rsid w:val="009C2BA3"/>
    <w:rsid w:val="009C2BBA"/>
    <w:rsid w:val="009C33E9"/>
    <w:rsid w:val="009C33EF"/>
    <w:rsid w:val="009C3888"/>
    <w:rsid w:val="009C3898"/>
    <w:rsid w:val="009C4513"/>
    <w:rsid w:val="009C45BA"/>
    <w:rsid w:val="009C4D24"/>
    <w:rsid w:val="009C529E"/>
    <w:rsid w:val="009C56C0"/>
    <w:rsid w:val="009C73A1"/>
    <w:rsid w:val="009C7886"/>
    <w:rsid w:val="009D0285"/>
    <w:rsid w:val="009D0A3D"/>
    <w:rsid w:val="009D0D25"/>
    <w:rsid w:val="009D0E16"/>
    <w:rsid w:val="009D1331"/>
    <w:rsid w:val="009D1FCB"/>
    <w:rsid w:val="009D206D"/>
    <w:rsid w:val="009D2479"/>
    <w:rsid w:val="009D29D8"/>
    <w:rsid w:val="009D3878"/>
    <w:rsid w:val="009D3A6F"/>
    <w:rsid w:val="009D4115"/>
    <w:rsid w:val="009D4772"/>
    <w:rsid w:val="009D4BE5"/>
    <w:rsid w:val="009D4CF3"/>
    <w:rsid w:val="009D5104"/>
    <w:rsid w:val="009D5AB3"/>
    <w:rsid w:val="009D5CF2"/>
    <w:rsid w:val="009D6AAD"/>
    <w:rsid w:val="009D6E29"/>
    <w:rsid w:val="009D6E94"/>
    <w:rsid w:val="009D6F7A"/>
    <w:rsid w:val="009D78AE"/>
    <w:rsid w:val="009D7B4D"/>
    <w:rsid w:val="009E0AB7"/>
    <w:rsid w:val="009E0C6F"/>
    <w:rsid w:val="009E131C"/>
    <w:rsid w:val="009E220B"/>
    <w:rsid w:val="009E2C87"/>
    <w:rsid w:val="009E31B3"/>
    <w:rsid w:val="009E38F7"/>
    <w:rsid w:val="009E3FA6"/>
    <w:rsid w:val="009E51FC"/>
    <w:rsid w:val="009E5FDE"/>
    <w:rsid w:val="009E653D"/>
    <w:rsid w:val="009E7568"/>
    <w:rsid w:val="009E7751"/>
    <w:rsid w:val="009F0456"/>
    <w:rsid w:val="009F0972"/>
    <w:rsid w:val="009F1160"/>
    <w:rsid w:val="009F2625"/>
    <w:rsid w:val="009F274D"/>
    <w:rsid w:val="009F2978"/>
    <w:rsid w:val="009F3439"/>
    <w:rsid w:val="009F3D0A"/>
    <w:rsid w:val="009F40D4"/>
    <w:rsid w:val="009F43C4"/>
    <w:rsid w:val="009F4784"/>
    <w:rsid w:val="009F567E"/>
    <w:rsid w:val="009F58CF"/>
    <w:rsid w:val="009F59FA"/>
    <w:rsid w:val="009F7046"/>
    <w:rsid w:val="009F74E8"/>
    <w:rsid w:val="009F7E5F"/>
    <w:rsid w:val="00A0031E"/>
    <w:rsid w:val="00A00623"/>
    <w:rsid w:val="00A00ACC"/>
    <w:rsid w:val="00A014DF"/>
    <w:rsid w:val="00A0188E"/>
    <w:rsid w:val="00A01D28"/>
    <w:rsid w:val="00A02560"/>
    <w:rsid w:val="00A025AE"/>
    <w:rsid w:val="00A0267B"/>
    <w:rsid w:val="00A027CC"/>
    <w:rsid w:val="00A02F65"/>
    <w:rsid w:val="00A034E0"/>
    <w:rsid w:val="00A03693"/>
    <w:rsid w:val="00A03ED3"/>
    <w:rsid w:val="00A0418D"/>
    <w:rsid w:val="00A044A3"/>
    <w:rsid w:val="00A046B4"/>
    <w:rsid w:val="00A04ADB"/>
    <w:rsid w:val="00A04B13"/>
    <w:rsid w:val="00A057EF"/>
    <w:rsid w:val="00A05E33"/>
    <w:rsid w:val="00A05FA7"/>
    <w:rsid w:val="00A06078"/>
    <w:rsid w:val="00A062F2"/>
    <w:rsid w:val="00A0642B"/>
    <w:rsid w:val="00A06E6C"/>
    <w:rsid w:val="00A07085"/>
    <w:rsid w:val="00A07571"/>
    <w:rsid w:val="00A1036B"/>
    <w:rsid w:val="00A103B2"/>
    <w:rsid w:val="00A10732"/>
    <w:rsid w:val="00A10914"/>
    <w:rsid w:val="00A10951"/>
    <w:rsid w:val="00A113BE"/>
    <w:rsid w:val="00A11DA8"/>
    <w:rsid w:val="00A11E15"/>
    <w:rsid w:val="00A12035"/>
    <w:rsid w:val="00A122B5"/>
    <w:rsid w:val="00A1237A"/>
    <w:rsid w:val="00A1273B"/>
    <w:rsid w:val="00A12BCA"/>
    <w:rsid w:val="00A1368F"/>
    <w:rsid w:val="00A13D4A"/>
    <w:rsid w:val="00A1551F"/>
    <w:rsid w:val="00A15B62"/>
    <w:rsid w:val="00A15D68"/>
    <w:rsid w:val="00A1676A"/>
    <w:rsid w:val="00A172AC"/>
    <w:rsid w:val="00A1742D"/>
    <w:rsid w:val="00A17DDB"/>
    <w:rsid w:val="00A211FD"/>
    <w:rsid w:val="00A21C4E"/>
    <w:rsid w:val="00A228B3"/>
    <w:rsid w:val="00A2302F"/>
    <w:rsid w:val="00A23490"/>
    <w:rsid w:val="00A23AD7"/>
    <w:rsid w:val="00A23C01"/>
    <w:rsid w:val="00A242F4"/>
    <w:rsid w:val="00A24520"/>
    <w:rsid w:val="00A24C0E"/>
    <w:rsid w:val="00A25A6D"/>
    <w:rsid w:val="00A25A7E"/>
    <w:rsid w:val="00A25DBA"/>
    <w:rsid w:val="00A25E53"/>
    <w:rsid w:val="00A26B7A"/>
    <w:rsid w:val="00A26EE8"/>
    <w:rsid w:val="00A27B4A"/>
    <w:rsid w:val="00A3018A"/>
    <w:rsid w:val="00A3057C"/>
    <w:rsid w:val="00A3065B"/>
    <w:rsid w:val="00A30824"/>
    <w:rsid w:val="00A31688"/>
    <w:rsid w:val="00A31ECA"/>
    <w:rsid w:val="00A32652"/>
    <w:rsid w:val="00A32914"/>
    <w:rsid w:val="00A32A54"/>
    <w:rsid w:val="00A33AAA"/>
    <w:rsid w:val="00A34213"/>
    <w:rsid w:val="00A343C6"/>
    <w:rsid w:val="00A3498C"/>
    <w:rsid w:val="00A34A1C"/>
    <w:rsid w:val="00A36744"/>
    <w:rsid w:val="00A370DE"/>
    <w:rsid w:val="00A37782"/>
    <w:rsid w:val="00A37816"/>
    <w:rsid w:val="00A402E1"/>
    <w:rsid w:val="00A4035E"/>
    <w:rsid w:val="00A40549"/>
    <w:rsid w:val="00A40593"/>
    <w:rsid w:val="00A405C0"/>
    <w:rsid w:val="00A40700"/>
    <w:rsid w:val="00A407A1"/>
    <w:rsid w:val="00A411D1"/>
    <w:rsid w:val="00A411D7"/>
    <w:rsid w:val="00A41B3A"/>
    <w:rsid w:val="00A42300"/>
    <w:rsid w:val="00A42935"/>
    <w:rsid w:val="00A43E31"/>
    <w:rsid w:val="00A43F09"/>
    <w:rsid w:val="00A4442D"/>
    <w:rsid w:val="00A446C3"/>
    <w:rsid w:val="00A4476B"/>
    <w:rsid w:val="00A44B56"/>
    <w:rsid w:val="00A45DC0"/>
    <w:rsid w:val="00A46427"/>
    <w:rsid w:val="00A466D3"/>
    <w:rsid w:val="00A46C02"/>
    <w:rsid w:val="00A46D8D"/>
    <w:rsid w:val="00A476DC"/>
    <w:rsid w:val="00A47760"/>
    <w:rsid w:val="00A478E4"/>
    <w:rsid w:val="00A500A7"/>
    <w:rsid w:val="00A50116"/>
    <w:rsid w:val="00A504D7"/>
    <w:rsid w:val="00A5063C"/>
    <w:rsid w:val="00A50F83"/>
    <w:rsid w:val="00A51B60"/>
    <w:rsid w:val="00A51D3F"/>
    <w:rsid w:val="00A52350"/>
    <w:rsid w:val="00A52FB2"/>
    <w:rsid w:val="00A53C07"/>
    <w:rsid w:val="00A53DFF"/>
    <w:rsid w:val="00A5427B"/>
    <w:rsid w:val="00A554F1"/>
    <w:rsid w:val="00A559BF"/>
    <w:rsid w:val="00A575FD"/>
    <w:rsid w:val="00A578BD"/>
    <w:rsid w:val="00A600EC"/>
    <w:rsid w:val="00A601C6"/>
    <w:rsid w:val="00A6056B"/>
    <w:rsid w:val="00A608EE"/>
    <w:rsid w:val="00A60B6D"/>
    <w:rsid w:val="00A60F63"/>
    <w:rsid w:val="00A61039"/>
    <w:rsid w:val="00A610EB"/>
    <w:rsid w:val="00A61276"/>
    <w:rsid w:val="00A62408"/>
    <w:rsid w:val="00A624A9"/>
    <w:rsid w:val="00A62F6A"/>
    <w:rsid w:val="00A63316"/>
    <w:rsid w:val="00A634FF"/>
    <w:rsid w:val="00A637C0"/>
    <w:rsid w:val="00A6389A"/>
    <w:rsid w:val="00A64712"/>
    <w:rsid w:val="00A6482C"/>
    <w:rsid w:val="00A6508C"/>
    <w:rsid w:val="00A6525D"/>
    <w:rsid w:val="00A664B8"/>
    <w:rsid w:val="00A665FF"/>
    <w:rsid w:val="00A673E5"/>
    <w:rsid w:val="00A67F48"/>
    <w:rsid w:val="00A70A05"/>
    <w:rsid w:val="00A70C1F"/>
    <w:rsid w:val="00A70C67"/>
    <w:rsid w:val="00A71EEF"/>
    <w:rsid w:val="00A743C3"/>
    <w:rsid w:val="00A7451B"/>
    <w:rsid w:val="00A7459E"/>
    <w:rsid w:val="00A74B7F"/>
    <w:rsid w:val="00A74D16"/>
    <w:rsid w:val="00A7587E"/>
    <w:rsid w:val="00A75E1B"/>
    <w:rsid w:val="00A75E61"/>
    <w:rsid w:val="00A765C6"/>
    <w:rsid w:val="00A76C42"/>
    <w:rsid w:val="00A76C6F"/>
    <w:rsid w:val="00A77F4D"/>
    <w:rsid w:val="00A8043C"/>
    <w:rsid w:val="00A804D1"/>
    <w:rsid w:val="00A81C00"/>
    <w:rsid w:val="00A8218D"/>
    <w:rsid w:val="00A82612"/>
    <w:rsid w:val="00A84542"/>
    <w:rsid w:val="00A84717"/>
    <w:rsid w:val="00A85115"/>
    <w:rsid w:val="00A852D6"/>
    <w:rsid w:val="00A85475"/>
    <w:rsid w:val="00A8581A"/>
    <w:rsid w:val="00A859C6"/>
    <w:rsid w:val="00A85A20"/>
    <w:rsid w:val="00A86247"/>
    <w:rsid w:val="00A869EC"/>
    <w:rsid w:val="00A874A2"/>
    <w:rsid w:val="00A87759"/>
    <w:rsid w:val="00A87EA3"/>
    <w:rsid w:val="00A9039D"/>
    <w:rsid w:val="00A90456"/>
    <w:rsid w:val="00A909E0"/>
    <w:rsid w:val="00A90FD5"/>
    <w:rsid w:val="00A91840"/>
    <w:rsid w:val="00A91CB3"/>
    <w:rsid w:val="00A93766"/>
    <w:rsid w:val="00A94257"/>
    <w:rsid w:val="00A95171"/>
    <w:rsid w:val="00A95639"/>
    <w:rsid w:val="00A95893"/>
    <w:rsid w:val="00A95F25"/>
    <w:rsid w:val="00A97BC6"/>
    <w:rsid w:val="00A97C09"/>
    <w:rsid w:val="00AA0549"/>
    <w:rsid w:val="00AA0A91"/>
    <w:rsid w:val="00AA10DB"/>
    <w:rsid w:val="00AA16E5"/>
    <w:rsid w:val="00AA1CD8"/>
    <w:rsid w:val="00AA25A3"/>
    <w:rsid w:val="00AA2665"/>
    <w:rsid w:val="00AA2F06"/>
    <w:rsid w:val="00AA4A88"/>
    <w:rsid w:val="00AA5297"/>
    <w:rsid w:val="00AA57FB"/>
    <w:rsid w:val="00AA5A91"/>
    <w:rsid w:val="00AA619E"/>
    <w:rsid w:val="00AA6C91"/>
    <w:rsid w:val="00AA71FD"/>
    <w:rsid w:val="00AA7BC5"/>
    <w:rsid w:val="00AB0848"/>
    <w:rsid w:val="00AB0BA6"/>
    <w:rsid w:val="00AB1473"/>
    <w:rsid w:val="00AB1997"/>
    <w:rsid w:val="00AB1F9D"/>
    <w:rsid w:val="00AB26D5"/>
    <w:rsid w:val="00AB26EC"/>
    <w:rsid w:val="00AB2F88"/>
    <w:rsid w:val="00AB3332"/>
    <w:rsid w:val="00AB360D"/>
    <w:rsid w:val="00AB36C7"/>
    <w:rsid w:val="00AB4DB7"/>
    <w:rsid w:val="00AB5327"/>
    <w:rsid w:val="00AB5D30"/>
    <w:rsid w:val="00AB63F0"/>
    <w:rsid w:val="00AB7649"/>
    <w:rsid w:val="00AB78CC"/>
    <w:rsid w:val="00AC0803"/>
    <w:rsid w:val="00AC1719"/>
    <w:rsid w:val="00AC1DCD"/>
    <w:rsid w:val="00AC22FE"/>
    <w:rsid w:val="00AC31C1"/>
    <w:rsid w:val="00AC3CD0"/>
    <w:rsid w:val="00AC3F1C"/>
    <w:rsid w:val="00AC4022"/>
    <w:rsid w:val="00AC4662"/>
    <w:rsid w:val="00AC4762"/>
    <w:rsid w:val="00AC4846"/>
    <w:rsid w:val="00AC48DC"/>
    <w:rsid w:val="00AC4CD8"/>
    <w:rsid w:val="00AC5AF0"/>
    <w:rsid w:val="00AC6F83"/>
    <w:rsid w:val="00AC7720"/>
    <w:rsid w:val="00AC7897"/>
    <w:rsid w:val="00AD138D"/>
    <w:rsid w:val="00AD16CA"/>
    <w:rsid w:val="00AD1EF4"/>
    <w:rsid w:val="00AD2D99"/>
    <w:rsid w:val="00AD4144"/>
    <w:rsid w:val="00AD41CA"/>
    <w:rsid w:val="00AD4D99"/>
    <w:rsid w:val="00AD551E"/>
    <w:rsid w:val="00AD5C85"/>
    <w:rsid w:val="00AD634F"/>
    <w:rsid w:val="00AD6611"/>
    <w:rsid w:val="00AD6B86"/>
    <w:rsid w:val="00AD7C26"/>
    <w:rsid w:val="00AD7F9C"/>
    <w:rsid w:val="00AD7FC6"/>
    <w:rsid w:val="00AE0658"/>
    <w:rsid w:val="00AE0B83"/>
    <w:rsid w:val="00AE0EB9"/>
    <w:rsid w:val="00AE118E"/>
    <w:rsid w:val="00AE1495"/>
    <w:rsid w:val="00AE1620"/>
    <w:rsid w:val="00AE1D36"/>
    <w:rsid w:val="00AE1DD6"/>
    <w:rsid w:val="00AE2012"/>
    <w:rsid w:val="00AE2316"/>
    <w:rsid w:val="00AE285A"/>
    <w:rsid w:val="00AE2E23"/>
    <w:rsid w:val="00AE3367"/>
    <w:rsid w:val="00AE366D"/>
    <w:rsid w:val="00AE3EF2"/>
    <w:rsid w:val="00AE4328"/>
    <w:rsid w:val="00AE4678"/>
    <w:rsid w:val="00AE576F"/>
    <w:rsid w:val="00AE6E3F"/>
    <w:rsid w:val="00AE7F59"/>
    <w:rsid w:val="00AF000A"/>
    <w:rsid w:val="00AF01AE"/>
    <w:rsid w:val="00AF037E"/>
    <w:rsid w:val="00AF0406"/>
    <w:rsid w:val="00AF0668"/>
    <w:rsid w:val="00AF10EA"/>
    <w:rsid w:val="00AF13B1"/>
    <w:rsid w:val="00AF1B1D"/>
    <w:rsid w:val="00AF22D9"/>
    <w:rsid w:val="00AF2387"/>
    <w:rsid w:val="00AF42FF"/>
    <w:rsid w:val="00AF44B8"/>
    <w:rsid w:val="00AF4503"/>
    <w:rsid w:val="00AF472B"/>
    <w:rsid w:val="00AF4ACC"/>
    <w:rsid w:val="00AF4FAB"/>
    <w:rsid w:val="00AF522B"/>
    <w:rsid w:val="00AF63C6"/>
    <w:rsid w:val="00AF6675"/>
    <w:rsid w:val="00AF6879"/>
    <w:rsid w:val="00AF6CF6"/>
    <w:rsid w:val="00AF70A3"/>
    <w:rsid w:val="00AF7172"/>
    <w:rsid w:val="00B0033D"/>
    <w:rsid w:val="00B003BC"/>
    <w:rsid w:val="00B0073A"/>
    <w:rsid w:val="00B0079D"/>
    <w:rsid w:val="00B01807"/>
    <w:rsid w:val="00B0180D"/>
    <w:rsid w:val="00B01BAB"/>
    <w:rsid w:val="00B02362"/>
    <w:rsid w:val="00B024C1"/>
    <w:rsid w:val="00B02721"/>
    <w:rsid w:val="00B027C1"/>
    <w:rsid w:val="00B03446"/>
    <w:rsid w:val="00B03B98"/>
    <w:rsid w:val="00B04109"/>
    <w:rsid w:val="00B041CF"/>
    <w:rsid w:val="00B04309"/>
    <w:rsid w:val="00B045F0"/>
    <w:rsid w:val="00B047B6"/>
    <w:rsid w:val="00B04B4D"/>
    <w:rsid w:val="00B04EF6"/>
    <w:rsid w:val="00B0515E"/>
    <w:rsid w:val="00B05F8A"/>
    <w:rsid w:val="00B06169"/>
    <w:rsid w:val="00B06EEA"/>
    <w:rsid w:val="00B0736D"/>
    <w:rsid w:val="00B0786E"/>
    <w:rsid w:val="00B07BE9"/>
    <w:rsid w:val="00B07C77"/>
    <w:rsid w:val="00B10989"/>
    <w:rsid w:val="00B10FF1"/>
    <w:rsid w:val="00B114F0"/>
    <w:rsid w:val="00B11697"/>
    <w:rsid w:val="00B11706"/>
    <w:rsid w:val="00B11C83"/>
    <w:rsid w:val="00B11CE8"/>
    <w:rsid w:val="00B11EB6"/>
    <w:rsid w:val="00B121F2"/>
    <w:rsid w:val="00B1245C"/>
    <w:rsid w:val="00B129D4"/>
    <w:rsid w:val="00B12A55"/>
    <w:rsid w:val="00B12BE4"/>
    <w:rsid w:val="00B12E2B"/>
    <w:rsid w:val="00B12F15"/>
    <w:rsid w:val="00B13294"/>
    <w:rsid w:val="00B1363A"/>
    <w:rsid w:val="00B13A9D"/>
    <w:rsid w:val="00B1431C"/>
    <w:rsid w:val="00B14599"/>
    <w:rsid w:val="00B164EA"/>
    <w:rsid w:val="00B16C83"/>
    <w:rsid w:val="00B170A0"/>
    <w:rsid w:val="00B174B0"/>
    <w:rsid w:val="00B17DCB"/>
    <w:rsid w:val="00B2042C"/>
    <w:rsid w:val="00B2123E"/>
    <w:rsid w:val="00B22039"/>
    <w:rsid w:val="00B22877"/>
    <w:rsid w:val="00B22A05"/>
    <w:rsid w:val="00B22E6C"/>
    <w:rsid w:val="00B232E2"/>
    <w:rsid w:val="00B23B6A"/>
    <w:rsid w:val="00B241B5"/>
    <w:rsid w:val="00B24575"/>
    <w:rsid w:val="00B24AF5"/>
    <w:rsid w:val="00B24AFB"/>
    <w:rsid w:val="00B25DF5"/>
    <w:rsid w:val="00B26843"/>
    <w:rsid w:val="00B26D02"/>
    <w:rsid w:val="00B26F6E"/>
    <w:rsid w:val="00B2759C"/>
    <w:rsid w:val="00B30058"/>
    <w:rsid w:val="00B307BC"/>
    <w:rsid w:val="00B30DB6"/>
    <w:rsid w:val="00B31630"/>
    <w:rsid w:val="00B320A6"/>
    <w:rsid w:val="00B328BF"/>
    <w:rsid w:val="00B32EF4"/>
    <w:rsid w:val="00B33335"/>
    <w:rsid w:val="00B34445"/>
    <w:rsid w:val="00B3514C"/>
    <w:rsid w:val="00B3611E"/>
    <w:rsid w:val="00B3638D"/>
    <w:rsid w:val="00B3643F"/>
    <w:rsid w:val="00B36556"/>
    <w:rsid w:val="00B3677B"/>
    <w:rsid w:val="00B36B1F"/>
    <w:rsid w:val="00B36B45"/>
    <w:rsid w:val="00B36CB5"/>
    <w:rsid w:val="00B36E3D"/>
    <w:rsid w:val="00B37684"/>
    <w:rsid w:val="00B37965"/>
    <w:rsid w:val="00B37CA5"/>
    <w:rsid w:val="00B37EFB"/>
    <w:rsid w:val="00B37F25"/>
    <w:rsid w:val="00B40A3A"/>
    <w:rsid w:val="00B4130C"/>
    <w:rsid w:val="00B41445"/>
    <w:rsid w:val="00B42997"/>
    <w:rsid w:val="00B42B9D"/>
    <w:rsid w:val="00B42F33"/>
    <w:rsid w:val="00B4301D"/>
    <w:rsid w:val="00B436FC"/>
    <w:rsid w:val="00B43CC8"/>
    <w:rsid w:val="00B43ECF"/>
    <w:rsid w:val="00B44269"/>
    <w:rsid w:val="00B443FA"/>
    <w:rsid w:val="00B44701"/>
    <w:rsid w:val="00B4541B"/>
    <w:rsid w:val="00B45425"/>
    <w:rsid w:val="00B45687"/>
    <w:rsid w:val="00B46A58"/>
    <w:rsid w:val="00B46C5F"/>
    <w:rsid w:val="00B46FCF"/>
    <w:rsid w:val="00B47529"/>
    <w:rsid w:val="00B47CFE"/>
    <w:rsid w:val="00B500F4"/>
    <w:rsid w:val="00B5046C"/>
    <w:rsid w:val="00B50913"/>
    <w:rsid w:val="00B50A69"/>
    <w:rsid w:val="00B50DF8"/>
    <w:rsid w:val="00B520D2"/>
    <w:rsid w:val="00B52431"/>
    <w:rsid w:val="00B52516"/>
    <w:rsid w:val="00B52687"/>
    <w:rsid w:val="00B52774"/>
    <w:rsid w:val="00B5299A"/>
    <w:rsid w:val="00B52DFF"/>
    <w:rsid w:val="00B5355F"/>
    <w:rsid w:val="00B5357C"/>
    <w:rsid w:val="00B538F7"/>
    <w:rsid w:val="00B53CCC"/>
    <w:rsid w:val="00B53E58"/>
    <w:rsid w:val="00B547A1"/>
    <w:rsid w:val="00B547A7"/>
    <w:rsid w:val="00B55393"/>
    <w:rsid w:val="00B558A7"/>
    <w:rsid w:val="00B566BF"/>
    <w:rsid w:val="00B568AF"/>
    <w:rsid w:val="00B56AF5"/>
    <w:rsid w:val="00B5719B"/>
    <w:rsid w:val="00B575A1"/>
    <w:rsid w:val="00B57D8C"/>
    <w:rsid w:val="00B617CA"/>
    <w:rsid w:val="00B62EC6"/>
    <w:rsid w:val="00B638AB"/>
    <w:rsid w:val="00B64CC6"/>
    <w:rsid w:val="00B65257"/>
    <w:rsid w:val="00B65628"/>
    <w:rsid w:val="00B657CA"/>
    <w:rsid w:val="00B667A0"/>
    <w:rsid w:val="00B67662"/>
    <w:rsid w:val="00B67848"/>
    <w:rsid w:val="00B67BE9"/>
    <w:rsid w:val="00B67CCE"/>
    <w:rsid w:val="00B704EB"/>
    <w:rsid w:val="00B70A47"/>
    <w:rsid w:val="00B70AF6"/>
    <w:rsid w:val="00B70D3B"/>
    <w:rsid w:val="00B71591"/>
    <w:rsid w:val="00B7215B"/>
    <w:rsid w:val="00B7251D"/>
    <w:rsid w:val="00B72985"/>
    <w:rsid w:val="00B72999"/>
    <w:rsid w:val="00B72E1F"/>
    <w:rsid w:val="00B72E8F"/>
    <w:rsid w:val="00B73D15"/>
    <w:rsid w:val="00B74253"/>
    <w:rsid w:val="00B7438B"/>
    <w:rsid w:val="00B744FD"/>
    <w:rsid w:val="00B74CC3"/>
    <w:rsid w:val="00B74E8D"/>
    <w:rsid w:val="00B74E9A"/>
    <w:rsid w:val="00B7505E"/>
    <w:rsid w:val="00B750FF"/>
    <w:rsid w:val="00B7515B"/>
    <w:rsid w:val="00B75585"/>
    <w:rsid w:val="00B75588"/>
    <w:rsid w:val="00B757EF"/>
    <w:rsid w:val="00B762C3"/>
    <w:rsid w:val="00B76C90"/>
    <w:rsid w:val="00B76F54"/>
    <w:rsid w:val="00B77409"/>
    <w:rsid w:val="00B77652"/>
    <w:rsid w:val="00B77A47"/>
    <w:rsid w:val="00B77B18"/>
    <w:rsid w:val="00B800D8"/>
    <w:rsid w:val="00B80FEE"/>
    <w:rsid w:val="00B8117F"/>
    <w:rsid w:val="00B81E4B"/>
    <w:rsid w:val="00B81ED4"/>
    <w:rsid w:val="00B82310"/>
    <w:rsid w:val="00B826B0"/>
    <w:rsid w:val="00B83559"/>
    <w:rsid w:val="00B8371A"/>
    <w:rsid w:val="00B83A7D"/>
    <w:rsid w:val="00B84C8F"/>
    <w:rsid w:val="00B852E7"/>
    <w:rsid w:val="00B8573D"/>
    <w:rsid w:val="00B85C74"/>
    <w:rsid w:val="00B86857"/>
    <w:rsid w:val="00B8767B"/>
    <w:rsid w:val="00B904EA"/>
    <w:rsid w:val="00B90750"/>
    <w:rsid w:val="00B9086D"/>
    <w:rsid w:val="00B90EC6"/>
    <w:rsid w:val="00B9100A"/>
    <w:rsid w:val="00B917B7"/>
    <w:rsid w:val="00B91D59"/>
    <w:rsid w:val="00B91E31"/>
    <w:rsid w:val="00B92460"/>
    <w:rsid w:val="00B92FE9"/>
    <w:rsid w:val="00B93637"/>
    <w:rsid w:val="00B951C0"/>
    <w:rsid w:val="00B95705"/>
    <w:rsid w:val="00B96425"/>
    <w:rsid w:val="00B96581"/>
    <w:rsid w:val="00B9658B"/>
    <w:rsid w:val="00B96D73"/>
    <w:rsid w:val="00B97332"/>
    <w:rsid w:val="00BA04F4"/>
    <w:rsid w:val="00BA0B19"/>
    <w:rsid w:val="00BA0F33"/>
    <w:rsid w:val="00BA15F2"/>
    <w:rsid w:val="00BA1CCC"/>
    <w:rsid w:val="00BA1F43"/>
    <w:rsid w:val="00BA37EF"/>
    <w:rsid w:val="00BA3B74"/>
    <w:rsid w:val="00BA3CBC"/>
    <w:rsid w:val="00BA599A"/>
    <w:rsid w:val="00BA5E8C"/>
    <w:rsid w:val="00BA6427"/>
    <w:rsid w:val="00BA69ED"/>
    <w:rsid w:val="00BA7BB9"/>
    <w:rsid w:val="00BA7C65"/>
    <w:rsid w:val="00BA7F0B"/>
    <w:rsid w:val="00BB0BB6"/>
    <w:rsid w:val="00BB131B"/>
    <w:rsid w:val="00BB14BA"/>
    <w:rsid w:val="00BB155A"/>
    <w:rsid w:val="00BB1720"/>
    <w:rsid w:val="00BB17EE"/>
    <w:rsid w:val="00BB1932"/>
    <w:rsid w:val="00BB20A6"/>
    <w:rsid w:val="00BB2473"/>
    <w:rsid w:val="00BB265F"/>
    <w:rsid w:val="00BB2991"/>
    <w:rsid w:val="00BB3714"/>
    <w:rsid w:val="00BB405A"/>
    <w:rsid w:val="00BB4BE4"/>
    <w:rsid w:val="00BB5C91"/>
    <w:rsid w:val="00BB6815"/>
    <w:rsid w:val="00BB68D4"/>
    <w:rsid w:val="00BB6B7E"/>
    <w:rsid w:val="00BB6FD3"/>
    <w:rsid w:val="00BB777D"/>
    <w:rsid w:val="00BB79C7"/>
    <w:rsid w:val="00BB7D7C"/>
    <w:rsid w:val="00BC0374"/>
    <w:rsid w:val="00BC0A19"/>
    <w:rsid w:val="00BC1595"/>
    <w:rsid w:val="00BC178A"/>
    <w:rsid w:val="00BC21DE"/>
    <w:rsid w:val="00BC228F"/>
    <w:rsid w:val="00BC2F8B"/>
    <w:rsid w:val="00BC39A4"/>
    <w:rsid w:val="00BC3EB2"/>
    <w:rsid w:val="00BC3FD4"/>
    <w:rsid w:val="00BC4058"/>
    <w:rsid w:val="00BC4307"/>
    <w:rsid w:val="00BC4AC2"/>
    <w:rsid w:val="00BC4F38"/>
    <w:rsid w:val="00BC4FE2"/>
    <w:rsid w:val="00BC5125"/>
    <w:rsid w:val="00BC5652"/>
    <w:rsid w:val="00BC59A1"/>
    <w:rsid w:val="00BC5E69"/>
    <w:rsid w:val="00BC74E7"/>
    <w:rsid w:val="00BC764C"/>
    <w:rsid w:val="00BC7A46"/>
    <w:rsid w:val="00BC7CB5"/>
    <w:rsid w:val="00BD00F2"/>
    <w:rsid w:val="00BD16A9"/>
    <w:rsid w:val="00BD190C"/>
    <w:rsid w:val="00BD1AE3"/>
    <w:rsid w:val="00BD21DC"/>
    <w:rsid w:val="00BD24AE"/>
    <w:rsid w:val="00BD2ED7"/>
    <w:rsid w:val="00BD3046"/>
    <w:rsid w:val="00BD32E3"/>
    <w:rsid w:val="00BD3439"/>
    <w:rsid w:val="00BD390F"/>
    <w:rsid w:val="00BD421F"/>
    <w:rsid w:val="00BD442C"/>
    <w:rsid w:val="00BD558B"/>
    <w:rsid w:val="00BD5944"/>
    <w:rsid w:val="00BD6C7B"/>
    <w:rsid w:val="00BD6D8D"/>
    <w:rsid w:val="00BD7233"/>
    <w:rsid w:val="00BD7245"/>
    <w:rsid w:val="00BE0531"/>
    <w:rsid w:val="00BE07FF"/>
    <w:rsid w:val="00BE12B7"/>
    <w:rsid w:val="00BE1547"/>
    <w:rsid w:val="00BE1927"/>
    <w:rsid w:val="00BE1A3B"/>
    <w:rsid w:val="00BE1F9A"/>
    <w:rsid w:val="00BE21E4"/>
    <w:rsid w:val="00BE243E"/>
    <w:rsid w:val="00BE33DA"/>
    <w:rsid w:val="00BE3612"/>
    <w:rsid w:val="00BE3A6E"/>
    <w:rsid w:val="00BE3E99"/>
    <w:rsid w:val="00BE4BCD"/>
    <w:rsid w:val="00BE51C6"/>
    <w:rsid w:val="00BE6335"/>
    <w:rsid w:val="00BE6627"/>
    <w:rsid w:val="00BE673B"/>
    <w:rsid w:val="00BE6F2A"/>
    <w:rsid w:val="00BE73D0"/>
    <w:rsid w:val="00BE76D7"/>
    <w:rsid w:val="00BF07EC"/>
    <w:rsid w:val="00BF0B12"/>
    <w:rsid w:val="00BF0B20"/>
    <w:rsid w:val="00BF1839"/>
    <w:rsid w:val="00BF1A79"/>
    <w:rsid w:val="00BF1C0A"/>
    <w:rsid w:val="00BF1ECD"/>
    <w:rsid w:val="00BF2344"/>
    <w:rsid w:val="00BF23A7"/>
    <w:rsid w:val="00BF24AD"/>
    <w:rsid w:val="00BF2ED3"/>
    <w:rsid w:val="00BF367C"/>
    <w:rsid w:val="00BF477E"/>
    <w:rsid w:val="00BF4A95"/>
    <w:rsid w:val="00BF5472"/>
    <w:rsid w:val="00BF55AE"/>
    <w:rsid w:val="00BF5997"/>
    <w:rsid w:val="00BF5B4C"/>
    <w:rsid w:val="00BF5C90"/>
    <w:rsid w:val="00BF5E83"/>
    <w:rsid w:val="00BF5F9C"/>
    <w:rsid w:val="00BF60E3"/>
    <w:rsid w:val="00BF6226"/>
    <w:rsid w:val="00BF6373"/>
    <w:rsid w:val="00BF648F"/>
    <w:rsid w:val="00BF6ACE"/>
    <w:rsid w:val="00BF6AD4"/>
    <w:rsid w:val="00BF6F81"/>
    <w:rsid w:val="00BF72BB"/>
    <w:rsid w:val="00BF73A8"/>
    <w:rsid w:val="00BF78CA"/>
    <w:rsid w:val="00BF7DDF"/>
    <w:rsid w:val="00C004EC"/>
    <w:rsid w:val="00C00F39"/>
    <w:rsid w:val="00C0149F"/>
    <w:rsid w:val="00C0268A"/>
    <w:rsid w:val="00C02808"/>
    <w:rsid w:val="00C02B8B"/>
    <w:rsid w:val="00C02BFA"/>
    <w:rsid w:val="00C02C73"/>
    <w:rsid w:val="00C031EF"/>
    <w:rsid w:val="00C0322D"/>
    <w:rsid w:val="00C03354"/>
    <w:rsid w:val="00C0392C"/>
    <w:rsid w:val="00C03BD0"/>
    <w:rsid w:val="00C03DA6"/>
    <w:rsid w:val="00C0402E"/>
    <w:rsid w:val="00C041E0"/>
    <w:rsid w:val="00C0463F"/>
    <w:rsid w:val="00C04649"/>
    <w:rsid w:val="00C0464B"/>
    <w:rsid w:val="00C048C9"/>
    <w:rsid w:val="00C04AEA"/>
    <w:rsid w:val="00C04D45"/>
    <w:rsid w:val="00C05DD8"/>
    <w:rsid w:val="00C06078"/>
    <w:rsid w:val="00C06124"/>
    <w:rsid w:val="00C0677B"/>
    <w:rsid w:val="00C07D2B"/>
    <w:rsid w:val="00C07DEF"/>
    <w:rsid w:val="00C1030A"/>
    <w:rsid w:val="00C10B83"/>
    <w:rsid w:val="00C10D62"/>
    <w:rsid w:val="00C10E59"/>
    <w:rsid w:val="00C118A5"/>
    <w:rsid w:val="00C11A9F"/>
    <w:rsid w:val="00C11B41"/>
    <w:rsid w:val="00C12B64"/>
    <w:rsid w:val="00C13ECD"/>
    <w:rsid w:val="00C1582F"/>
    <w:rsid w:val="00C15BA2"/>
    <w:rsid w:val="00C160D7"/>
    <w:rsid w:val="00C16394"/>
    <w:rsid w:val="00C1657C"/>
    <w:rsid w:val="00C16631"/>
    <w:rsid w:val="00C17060"/>
    <w:rsid w:val="00C17CD2"/>
    <w:rsid w:val="00C2085E"/>
    <w:rsid w:val="00C20F1F"/>
    <w:rsid w:val="00C2149B"/>
    <w:rsid w:val="00C21607"/>
    <w:rsid w:val="00C2278E"/>
    <w:rsid w:val="00C22D46"/>
    <w:rsid w:val="00C23D85"/>
    <w:rsid w:val="00C23E5E"/>
    <w:rsid w:val="00C252BA"/>
    <w:rsid w:val="00C25981"/>
    <w:rsid w:val="00C26010"/>
    <w:rsid w:val="00C26483"/>
    <w:rsid w:val="00C2754C"/>
    <w:rsid w:val="00C278E6"/>
    <w:rsid w:val="00C27C09"/>
    <w:rsid w:val="00C3053B"/>
    <w:rsid w:val="00C30DCE"/>
    <w:rsid w:val="00C31E76"/>
    <w:rsid w:val="00C32DE9"/>
    <w:rsid w:val="00C33031"/>
    <w:rsid w:val="00C33353"/>
    <w:rsid w:val="00C3383D"/>
    <w:rsid w:val="00C33A99"/>
    <w:rsid w:val="00C33F14"/>
    <w:rsid w:val="00C34044"/>
    <w:rsid w:val="00C34383"/>
    <w:rsid w:val="00C34527"/>
    <w:rsid w:val="00C34652"/>
    <w:rsid w:val="00C34C42"/>
    <w:rsid w:val="00C34FDA"/>
    <w:rsid w:val="00C35A8A"/>
    <w:rsid w:val="00C35AB2"/>
    <w:rsid w:val="00C36A9F"/>
    <w:rsid w:val="00C37346"/>
    <w:rsid w:val="00C40000"/>
    <w:rsid w:val="00C4028B"/>
    <w:rsid w:val="00C40B7E"/>
    <w:rsid w:val="00C4295F"/>
    <w:rsid w:val="00C431D2"/>
    <w:rsid w:val="00C432B6"/>
    <w:rsid w:val="00C434B0"/>
    <w:rsid w:val="00C43558"/>
    <w:rsid w:val="00C4365C"/>
    <w:rsid w:val="00C43778"/>
    <w:rsid w:val="00C43898"/>
    <w:rsid w:val="00C43E7E"/>
    <w:rsid w:val="00C43FDB"/>
    <w:rsid w:val="00C44359"/>
    <w:rsid w:val="00C448FE"/>
    <w:rsid w:val="00C452D2"/>
    <w:rsid w:val="00C45AFC"/>
    <w:rsid w:val="00C466D0"/>
    <w:rsid w:val="00C46C6D"/>
    <w:rsid w:val="00C4752E"/>
    <w:rsid w:val="00C502A4"/>
    <w:rsid w:val="00C50A60"/>
    <w:rsid w:val="00C511C1"/>
    <w:rsid w:val="00C512A1"/>
    <w:rsid w:val="00C514DB"/>
    <w:rsid w:val="00C51520"/>
    <w:rsid w:val="00C51D1E"/>
    <w:rsid w:val="00C51D9A"/>
    <w:rsid w:val="00C52B41"/>
    <w:rsid w:val="00C5321C"/>
    <w:rsid w:val="00C53E3C"/>
    <w:rsid w:val="00C53F18"/>
    <w:rsid w:val="00C544A1"/>
    <w:rsid w:val="00C54649"/>
    <w:rsid w:val="00C5471F"/>
    <w:rsid w:val="00C547BF"/>
    <w:rsid w:val="00C54E2D"/>
    <w:rsid w:val="00C5557B"/>
    <w:rsid w:val="00C55637"/>
    <w:rsid w:val="00C55DA8"/>
    <w:rsid w:val="00C576B5"/>
    <w:rsid w:val="00C57E81"/>
    <w:rsid w:val="00C600A0"/>
    <w:rsid w:val="00C6097F"/>
    <w:rsid w:val="00C60AEE"/>
    <w:rsid w:val="00C62223"/>
    <w:rsid w:val="00C62E03"/>
    <w:rsid w:val="00C62EBB"/>
    <w:rsid w:val="00C63064"/>
    <w:rsid w:val="00C63243"/>
    <w:rsid w:val="00C6343B"/>
    <w:rsid w:val="00C63802"/>
    <w:rsid w:val="00C645D5"/>
    <w:rsid w:val="00C6485D"/>
    <w:rsid w:val="00C64D30"/>
    <w:rsid w:val="00C65FB9"/>
    <w:rsid w:val="00C6606C"/>
    <w:rsid w:val="00C66371"/>
    <w:rsid w:val="00C6647E"/>
    <w:rsid w:val="00C6687E"/>
    <w:rsid w:val="00C66CF3"/>
    <w:rsid w:val="00C67095"/>
    <w:rsid w:val="00C675A6"/>
    <w:rsid w:val="00C67C43"/>
    <w:rsid w:val="00C67DF4"/>
    <w:rsid w:val="00C70C26"/>
    <w:rsid w:val="00C70F31"/>
    <w:rsid w:val="00C712B4"/>
    <w:rsid w:val="00C713BC"/>
    <w:rsid w:val="00C722E3"/>
    <w:rsid w:val="00C72882"/>
    <w:rsid w:val="00C730E9"/>
    <w:rsid w:val="00C73318"/>
    <w:rsid w:val="00C7335A"/>
    <w:rsid w:val="00C734A0"/>
    <w:rsid w:val="00C73AD2"/>
    <w:rsid w:val="00C742BB"/>
    <w:rsid w:val="00C74313"/>
    <w:rsid w:val="00C7432B"/>
    <w:rsid w:val="00C745DB"/>
    <w:rsid w:val="00C745E6"/>
    <w:rsid w:val="00C75346"/>
    <w:rsid w:val="00C75BCB"/>
    <w:rsid w:val="00C760DD"/>
    <w:rsid w:val="00C76609"/>
    <w:rsid w:val="00C76682"/>
    <w:rsid w:val="00C77546"/>
    <w:rsid w:val="00C7754C"/>
    <w:rsid w:val="00C800C5"/>
    <w:rsid w:val="00C80107"/>
    <w:rsid w:val="00C80396"/>
    <w:rsid w:val="00C80A21"/>
    <w:rsid w:val="00C811B9"/>
    <w:rsid w:val="00C811BB"/>
    <w:rsid w:val="00C81416"/>
    <w:rsid w:val="00C81461"/>
    <w:rsid w:val="00C820C6"/>
    <w:rsid w:val="00C8263C"/>
    <w:rsid w:val="00C826E6"/>
    <w:rsid w:val="00C829AD"/>
    <w:rsid w:val="00C82FAF"/>
    <w:rsid w:val="00C83277"/>
    <w:rsid w:val="00C8387C"/>
    <w:rsid w:val="00C840D9"/>
    <w:rsid w:val="00C8417F"/>
    <w:rsid w:val="00C84661"/>
    <w:rsid w:val="00C84CB4"/>
    <w:rsid w:val="00C85FD8"/>
    <w:rsid w:val="00C861F1"/>
    <w:rsid w:val="00C867B2"/>
    <w:rsid w:val="00C873E4"/>
    <w:rsid w:val="00C90571"/>
    <w:rsid w:val="00C90CA9"/>
    <w:rsid w:val="00C91B5F"/>
    <w:rsid w:val="00C91FCE"/>
    <w:rsid w:val="00C9241C"/>
    <w:rsid w:val="00C92B82"/>
    <w:rsid w:val="00C92C71"/>
    <w:rsid w:val="00C92E7E"/>
    <w:rsid w:val="00C92FCF"/>
    <w:rsid w:val="00C931C5"/>
    <w:rsid w:val="00C93C1E"/>
    <w:rsid w:val="00C93C9F"/>
    <w:rsid w:val="00C93EDC"/>
    <w:rsid w:val="00C9453C"/>
    <w:rsid w:val="00C949CF"/>
    <w:rsid w:val="00C94B39"/>
    <w:rsid w:val="00C94C97"/>
    <w:rsid w:val="00C95A99"/>
    <w:rsid w:val="00C9678C"/>
    <w:rsid w:val="00C9690A"/>
    <w:rsid w:val="00C96D44"/>
    <w:rsid w:val="00C97E9C"/>
    <w:rsid w:val="00CA02B2"/>
    <w:rsid w:val="00CA0746"/>
    <w:rsid w:val="00CA07BD"/>
    <w:rsid w:val="00CA118B"/>
    <w:rsid w:val="00CA1748"/>
    <w:rsid w:val="00CA22D5"/>
    <w:rsid w:val="00CA23A3"/>
    <w:rsid w:val="00CA3040"/>
    <w:rsid w:val="00CA3486"/>
    <w:rsid w:val="00CA423D"/>
    <w:rsid w:val="00CA4263"/>
    <w:rsid w:val="00CA4FAD"/>
    <w:rsid w:val="00CA5193"/>
    <w:rsid w:val="00CA563F"/>
    <w:rsid w:val="00CA5842"/>
    <w:rsid w:val="00CA58BA"/>
    <w:rsid w:val="00CA605E"/>
    <w:rsid w:val="00CA6569"/>
    <w:rsid w:val="00CA6A37"/>
    <w:rsid w:val="00CA6AA6"/>
    <w:rsid w:val="00CA6FCB"/>
    <w:rsid w:val="00CA7428"/>
    <w:rsid w:val="00CB0026"/>
    <w:rsid w:val="00CB014F"/>
    <w:rsid w:val="00CB01CB"/>
    <w:rsid w:val="00CB0BF8"/>
    <w:rsid w:val="00CB1FD4"/>
    <w:rsid w:val="00CB24DA"/>
    <w:rsid w:val="00CB2D47"/>
    <w:rsid w:val="00CB2DD5"/>
    <w:rsid w:val="00CB3076"/>
    <w:rsid w:val="00CB308C"/>
    <w:rsid w:val="00CB32ED"/>
    <w:rsid w:val="00CB39E7"/>
    <w:rsid w:val="00CB3CC5"/>
    <w:rsid w:val="00CB3CD3"/>
    <w:rsid w:val="00CB4189"/>
    <w:rsid w:val="00CB41DA"/>
    <w:rsid w:val="00CB43EE"/>
    <w:rsid w:val="00CB47E7"/>
    <w:rsid w:val="00CB5F7A"/>
    <w:rsid w:val="00CB5FB2"/>
    <w:rsid w:val="00CB694B"/>
    <w:rsid w:val="00CB75BC"/>
    <w:rsid w:val="00CB7E4C"/>
    <w:rsid w:val="00CC0134"/>
    <w:rsid w:val="00CC02E4"/>
    <w:rsid w:val="00CC1000"/>
    <w:rsid w:val="00CC1581"/>
    <w:rsid w:val="00CC1D06"/>
    <w:rsid w:val="00CC205D"/>
    <w:rsid w:val="00CC27D8"/>
    <w:rsid w:val="00CC297C"/>
    <w:rsid w:val="00CC2D0A"/>
    <w:rsid w:val="00CC3AB4"/>
    <w:rsid w:val="00CC3ACE"/>
    <w:rsid w:val="00CC4607"/>
    <w:rsid w:val="00CC4CEC"/>
    <w:rsid w:val="00CC5E83"/>
    <w:rsid w:val="00CC7618"/>
    <w:rsid w:val="00CC7753"/>
    <w:rsid w:val="00CC77E4"/>
    <w:rsid w:val="00CC7C25"/>
    <w:rsid w:val="00CC7D37"/>
    <w:rsid w:val="00CD04D6"/>
    <w:rsid w:val="00CD07B8"/>
    <w:rsid w:val="00CD0CB5"/>
    <w:rsid w:val="00CD152A"/>
    <w:rsid w:val="00CD263D"/>
    <w:rsid w:val="00CD2E7A"/>
    <w:rsid w:val="00CD2FCA"/>
    <w:rsid w:val="00CD3449"/>
    <w:rsid w:val="00CD35C1"/>
    <w:rsid w:val="00CD3630"/>
    <w:rsid w:val="00CD3B09"/>
    <w:rsid w:val="00CD4990"/>
    <w:rsid w:val="00CD50E8"/>
    <w:rsid w:val="00CD51A3"/>
    <w:rsid w:val="00CD56C0"/>
    <w:rsid w:val="00CD57C1"/>
    <w:rsid w:val="00CD5A97"/>
    <w:rsid w:val="00CD5D66"/>
    <w:rsid w:val="00CD6C72"/>
    <w:rsid w:val="00CD701D"/>
    <w:rsid w:val="00CD7151"/>
    <w:rsid w:val="00CD7204"/>
    <w:rsid w:val="00CD7275"/>
    <w:rsid w:val="00CE0009"/>
    <w:rsid w:val="00CE015C"/>
    <w:rsid w:val="00CE0CE3"/>
    <w:rsid w:val="00CE127B"/>
    <w:rsid w:val="00CE15B7"/>
    <w:rsid w:val="00CE23C2"/>
    <w:rsid w:val="00CE3494"/>
    <w:rsid w:val="00CE351C"/>
    <w:rsid w:val="00CE41AE"/>
    <w:rsid w:val="00CE4246"/>
    <w:rsid w:val="00CE4251"/>
    <w:rsid w:val="00CE47E4"/>
    <w:rsid w:val="00CE5696"/>
    <w:rsid w:val="00CE598C"/>
    <w:rsid w:val="00CE62F4"/>
    <w:rsid w:val="00CE6C5E"/>
    <w:rsid w:val="00CE73C7"/>
    <w:rsid w:val="00CE7948"/>
    <w:rsid w:val="00CE7C12"/>
    <w:rsid w:val="00CE7D08"/>
    <w:rsid w:val="00CF0074"/>
    <w:rsid w:val="00CF0443"/>
    <w:rsid w:val="00CF04CB"/>
    <w:rsid w:val="00CF0CB0"/>
    <w:rsid w:val="00CF1102"/>
    <w:rsid w:val="00CF12CF"/>
    <w:rsid w:val="00CF1A33"/>
    <w:rsid w:val="00CF1BD7"/>
    <w:rsid w:val="00CF29FD"/>
    <w:rsid w:val="00CF305B"/>
    <w:rsid w:val="00CF3645"/>
    <w:rsid w:val="00CF4267"/>
    <w:rsid w:val="00CF5161"/>
    <w:rsid w:val="00CF592B"/>
    <w:rsid w:val="00CF5E7C"/>
    <w:rsid w:val="00CF6663"/>
    <w:rsid w:val="00CF68DF"/>
    <w:rsid w:val="00CF693D"/>
    <w:rsid w:val="00CF7FA9"/>
    <w:rsid w:val="00D006BE"/>
    <w:rsid w:val="00D01052"/>
    <w:rsid w:val="00D01B88"/>
    <w:rsid w:val="00D0281E"/>
    <w:rsid w:val="00D02E12"/>
    <w:rsid w:val="00D0313B"/>
    <w:rsid w:val="00D03C9B"/>
    <w:rsid w:val="00D0412C"/>
    <w:rsid w:val="00D044B8"/>
    <w:rsid w:val="00D04562"/>
    <w:rsid w:val="00D0476E"/>
    <w:rsid w:val="00D04E48"/>
    <w:rsid w:val="00D054B8"/>
    <w:rsid w:val="00D05772"/>
    <w:rsid w:val="00D05801"/>
    <w:rsid w:val="00D05EE8"/>
    <w:rsid w:val="00D06E47"/>
    <w:rsid w:val="00D07024"/>
    <w:rsid w:val="00D07287"/>
    <w:rsid w:val="00D0745F"/>
    <w:rsid w:val="00D07AD8"/>
    <w:rsid w:val="00D10892"/>
    <w:rsid w:val="00D10B86"/>
    <w:rsid w:val="00D10F36"/>
    <w:rsid w:val="00D111E7"/>
    <w:rsid w:val="00D113FE"/>
    <w:rsid w:val="00D12612"/>
    <w:rsid w:val="00D127E0"/>
    <w:rsid w:val="00D12C58"/>
    <w:rsid w:val="00D12C74"/>
    <w:rsid w:val="00D12DB4"/>
    <w:rsid w:val="00D130DD"/>
    <w:rsid w:val="00D13C48"/>
    <w:rsid w:val="00D14754"/>
    <w:rsid w:val="00D14B5F"/>
    <w:rsid w:val="00D151AF"/>
    <w:rsid w:val="00D15AA8"/>
    <w:rsid w:val="00D15AC0"/>
    <w:rsid w:val="00D16B36"/>
    <w:rsid w:val="00D1718C"/>
    <w:rsid w:val="00D173F4"/>
    <w:rsid w:val="00D203FE"/>
    <w:rsid w:val="00D2050F"/>
    <w:rsid w:val="00D20BC2"/>
    <w:rsid w:val="00D21866"/>
    <w:rsid w:val="00D218CD"/>
    <w:rsid w:val="00D21F9F"/>
    <w:rsid w:val="00D222F4"/>
    <w:rsid w:val="00D228AE"/>
    <w:rsid w:val="00D22A4B"/>
    <w:rsid w:val="00D23494"/>
    <w:rsid w:val="00D23EE7"/>
    <w:rsid w:val="00D240D5"/>
    <w:rsid w:val="00D24A80"/>
    <w:rsid w:val="00D24BD9"/>
    <w:rsid w:val="00D25161"/>
    <w:rsid w:val="00D2551F"/>
    <w:rsid w:val="00D25BCE"/>
    <w:rsid w:val="00D261BB"/>
    <w:rsid w:val="00D2650A"/>
    <w:rsid w:val="00D26BEB"/>
    <w:rsid w:val="00D26D4A"/>
    <w:rsid w:val="00D27084"/>
    <w:rsid w:val="00D27848"/>
    <w:rsid w:val="00D27B6F"/>
    <w:rsid w:val="00D30A71"/>
    <w:rsid w:val="00D3162F"/>
    <w:rsid w:val="00D32D48"/>
    <w:rsid w:val="00D332DF"/>
    <w:rsid w:val="00D33476"/>
    <w:rsid w:val="00D33F2E"/>
    <w:rsid w:val="00D345DC"/>
    <w:rsid w:val="00D34990"/>
    <w:rsid w:val="00D34CE3"/>
    <w:rsid w:val="00D35495"/>
    <w:rsid w:val="00D3575B"/>
    <w:rsid w:val="00D36A07"/>
    <w:rsid w:val="00D36AE3"/>
    <w:rsid w:val="00D36EFD"/>
    <w:rsid w:val="00D370FD"/>
    <w:rsid w:val="00D3715B"/>
    <w:rsid w:val="00D378FD"/>
    <w:rsid w:val="00D404AE"/>
    <w:rsid w:val="00D41BC4"/>
    <w:rsid w:val="00D42321"/>
    <w:rsid w:val="00D42846"/>
    <w:rsid w:val="00D42886"/>
    <w:rsid w:val="00D42D3D"/>
    <w:rsid w:val="00D4307E"/>
    <w:rsid w:val="00D43161"/>
    <w:rsid w:val="00D434E6"/>
    <w:rsid w:val="00D44155"/>
    <w:rsid w:val="00D44946"/>
    <w:rsid w:val="00D45160"/>
    <w:rsid w:val="00D452B8"/>
    <w:rsid w:val="00D45313"/>
    <w:rsid w:val="00D45769"/>
    <w:rsid w:val="00D45FDE"/>
    <w:rsid w:val="00D46C5A"/>
    <w:rsid w:val="00D46F4F"/>
    <w:rsid w:val="00D4713A"/>
    <w:rsid w:val="00D4717A"/>
    <w:rsid w:val="00D474E4"/>
    <w:rsid w:val="00D47AD8"/>
    <w:rsid w:val="00D47E6D"/>
    <w:rsid w:val="00D50BF1"/>
    <w:rsid w:val="00D50CED"/>
    <w:rsid w:val="00D5160C"/>
    <w:rsid w:val="00D529CF"/>
    <w:rsid w:val="00D52E31"/>
    <w:rsid w:val="00D533AB"/>
    <w:rsid w:val="00D534FD"/>
    <w:rsid w:val="00D538AB"/>
    <w:rsid w:val="00D53CDC"/>
    <w:rsid w:val="00D53DA2"/>
    <w:rsid w:val="00D54B05"/>
    <w:rsid w:val="00D54B5B"/>
    <w:rsid w:val="00D551A0"/>
    <w:rsid w:val="00D55755"/>
    <w:rsid w:val="00D55971"/>
    <w:rsid w:val="00D55DAF"/>
    <w:rsid w:val="00D55FE6"/>
    <w:rsid w:val="00D56796"/>
    <w:rsid w:val="00D5704F"/>
    <w:rsid w:val="00D57DBF"/>
    <w:rsid w:val="00D600C9"/>
    <w:rsid w:val="00D60884"/>
    <w:rsid w:val="00D608EC"/>
    <w:rsid w:val="00D60CA3"/>
    <w:rsid w:val="00D60F6E"/>
    <w:rsid w:val="00D6236C"/>
    <w:rsid w:val="00D625E3"/>
    <w:rsid w:val="00D62A88"/>
    <w:rsid w:val="00D6302F"/>
    <w:rsid w:val="00D6303B"/>
    <w:rsid w:val="00D6370F"/>
    <w:rsid w:val="00D63925"/>
    <w:rsid w:val="00D6461C"/>
    <w:rsid w:val="00D654B7"/>
    <w:rsid w:val="00D6587B"/>
    <w:rsid w:val="00D65BAF"/>
    <w:rsid w:val="00D666D6"/>
    <w:rsid w:val="00D67B34"/>
    <w:rsid w:val="00D67C80"/>
    <w:rsid w:val="00D67FED"/>
    <w:rsid w:val="00D70145"/>
    <w:rsid w:val="00D70405"/>
    <w:rsid w:val="00D7067F"/>
    <w:rsid w:val="00D70955"/>
    <w:rsid w:val="00D712AB"/>
    <w:rsid w:val="00D714FA"/>
    <w:rsid w:val="00D716D6"/>
    <w:rsid w:val="00D72609"/>
    <w:rsid w:val="00D73476"/>
    <w:rsid w:val="00D7374D"/>
    <w:rsid w:val="00D73F04"/>
    <w:rsid w:val="00D744AF"/>
    <w:rsid w:val="00D74D41"/>
    <w:rsid w:val="00D74ED3"/>
    <w:rsid w:val="00D75B4B"/>
    <w:rsid w:val="00D75BAC"/>
    <w:rsid w:val="00D75DB0"/>
    <w:rsid w:val="00D76C8E"/>
    <w:rsid w:val="00D76D80"/>
    <w:rsid w:val="00D76DFD"/>
    <w:rsid w:val="00D773BC"/>
    <w:rsid w:val="00D773D4"/>
    <w:rsid w:val="00D7776C"/>
    <w:rsid w:val="00D7787B"/>
    <w:rsid w:val="00D77971"/>
    <w:rsid w:val="00D80F1E"/>
    <w:rsid w:val="00D81070"/>
    <w:rsid w:val="00D82604"/>
    <w:rsid w:val="00D8296C"/>
    <w:rsid w:val="00D83F42"/>
    <w:rsid w:val="00D84087"/>
    <w:rsid w:val="00D84B8D"/>
    <w:rsid w:val="00D85337"/>
    <w:rsid w:val="00D854E0"/>
    <w:rsid w:val="00D8550E"/>
    <w:rsid w:val="00D85667"/>
    <w:rsid w:val="00D85843"/>
    <w:rsid w:val="00D85A76"/>
    <w:rsid w:val="00D85BBB"/>
    <w:rsid w:val="00D85EEE"/>
    <w:rsid w:val="00D8652B"/>
    <w:rsid w:val="00D86869"/>
    <w:rsid w:val="00D8714E"/>
    <w:rsid w:val="00D876EC"/>
    <w:rsid w:val="00D87898"/>
    <w:rsid w:val="00D90264"/>
    <w:rsid w:val="00D907FD"/>
    <w:rsid w:val="00D90BE2"/>
    <w:rsid w:val="00D9103F"/>
    <w:rsid w:val="00D910E3"/>
    <w:rsid w:val="00D927AB"/>
    <w:rsid w:val="00D928D1"/>
    <w:rsid w:val="00D92B76"/>
    <w:rsid w:val="00D92E2D"/>
    <w:rsid w:val="00D933EC"/>
    <w:rsid w:val="00D93C50"/>
    <w:rsid w:val="00D94029"/>
    <w:rsid w:val="00D94150"/>
    <w:rsid w:val="00D94ADD"/>
    <w:rsid w:val="00D94E5C"/>
    <w:rsid w:val="00D95D75"/>
    <w:rsid w:val="00D96790"/>
    <w:rsid w:val="00D96B03"/>
    <w:rsid w:val="00D97785"/>
    <w:rsid w:val="00D977C9"/>
    <w:rsid w:val="00D97A2E"/>
    <w:rsid w:val="00DA00EE"/>
    <w:rsid w:val="00DA0A10"/>
    <w:rsid w:val="00DA0D2A"/>
    <w:rsid w:val="00DA1768"/>
    <w:rsid w:val="00DA17CE"/>
    <w:rsid w:val="00DA2386"/>
    <w:rsid w:val="00DA2481"/>
    <w:rsid w:val="00DA293E"/>
    <w:rsid w:val="00DA2BBA"/>
    <w:rsid w:val="00DA3E1B"/>
    <w:rsid w:val="00DA40F8"/>
    <w:rsid w:val="00DA5238"/>
    <w:rsid w:val="00DA5297"/>
    <w:rsid w:val="00DA5B93"/>
    <w:rsid w:val="00DA5FA4"/>
    <w:rsid w:val="00DA6996"/>
    <w:rsid w:val="00DA7155"/>
    <w:rsid w:val="00DA7E8F"/>
    <w:rsid w:val="00DB00E4"/>
    <w:rsid w:val="00DB183D"/>
    <w:rsid w:val="00DB18F8"/>
    <w:rsid w:val="00DB247F"/>
    <w:rsid w:val="00DB2A81"/>
    <w:rsid w:val="00DB2C2B"/>
    <w:rsid w:val="00DB324C"/>
    <w:rsid w:val="00DB37D9"/>
    <w:rsid w:val="00DB41B1"/>
    <w:rsid w:val="00DB474B"/>
    <w:rsid w:val="00DB4800"/>
    <w:rsid w:val="00DB4C66"/>
    <w:rsid w:val="00DB4EE8"/>
    <w:rsid w:val="00DB5981"/>
    <w:rsid w:val="00DB5E36"/>
    <w:rsid w:val="00DB7458"/>
    <w:rsid w:val="00DB7519"/>
    <w:rsid w:val="00DB7ACC"/>
    <w:rsid w:val="00DB7DD2"/>
    <w:rsid w:val="00DC0214"/>
    <w:rsid w:val="00DC0D0F"/>
    <w:rsid w:val="00DC10E3"/>
    <w:rsid w:val="00DC1156"/>
    <w:rsid w:val="00DC1743"/>
    <w:rsid w:val="00DC214B"/>
    <w:rsid w:val="00DC2DBC"/>
    <w:rsid w:val="00DC3249"/>
    <w:rsid w:val="00DC3287"/>
    <w:rsid w:val="00DC52DD"/>
    <w:rsid w:val="00DC56F7"/>
    <w:rsid w:val="00DC5EC2"/>
    <w:rsid w:val="00DC5F8F"/>
    <w:rsid w:val="00DC65FB"/>
    <w:rsid w:val="00DC6A91"/>
    <w:rsid w:val="00DC763E"/>
    <w:rsid w:val="00DC765E"/>
    <w:rsid w:val="00DC76EB"/>
    <w:rsid w:val="00DC787B"/>
    <w:rsid w:val="00DC7907"/>
    <w:rsid w:val="00DC7D96"/>
    <w:rsid w:val="00DD03B6"/>
    <w:rsid w:val="00DD0C8D"/>
    <w:rsid w:val="00DD0EBE"/>
    <w:rsid w:val="00DD0F20"/>
    <w:rsid w:val="00DD0FA6"/>
    <w:rsid w:val="00DD3909"/>
    <w:rsid w:val="00DD3AE7"/>
    <w:rsid w:val="00DD4093"/>
    <w:rsid w:val="00DD42EC"/>
    <w:rsid w:val="00DD463F"/>
    <w:rsid w:val="00DD5FDB"/>
    <w:rsid w:val="00DD6528"/>
    <w:rsid w:val="00DD6A94"/>
    <w:rsid w:val="00DD6E01"/>
    <w:rsid w:val="00DD70DC"/>
    <w:rsid w:val="00DD75F7"/>
    <w:rsid w:val="00DD7B7D"/>
    <w:rsid w:val="00DE02DB"/>
    <w:rsid w:val="00DE0FDB"/>
    <w:rsid w:val="00DE141A"/>
    <w:rsid w:val="00DE1D6F"/>
    <w:rsid w:val="00DE1F06"/>
    <w:rsid w:val="00DE1F5A"/>
    <w:rsid w:val="00DE322E"/>
    <w:rsid w:val="00DE362A"/>
    <w:rsid w:val="00DE40D8"/>
    <w:rsid w:val="00DE4AEE"/>
    <w:rsid w:val="00DE54CF"/>
    <w:rsid w:val="00DE59B6"/>
    <w:rsid w:val="00DE5BCB"/>
    <w:rsid w:val="00DE6A39"/>
    <w:rsid w:val="00DE6E2D"/>
    <w:rsid w:val="00DE7084"/>
    <w:rsid w:val="00DE7680"/>
    <w:rsid w:val="00DF0562"/>
    <w:rsid w:val="00DF15B7"/>
    <w:rsid w:val="00DF17D1"/>
    <w:rsid w:val="00DF184F"/>
    <w:rsid w:val="00DF1A80"/>
    <w:rsid w:val="00DF31E1"/>
    <w:rsid w:val="00DF35BD"/>
    <w:rsid w:val="00DF36AB"/>
    <w:rsid w:val="00DF4702"/>
    <w:rsid w:val="00DF4D42"/>
    <w:rsid w:val="00DF5C15"/>
    <w:rsid w:val="00DF5C1C"/>
    <w:rsid w:val="00DF644F"/>
    <w:rsid w:val="00DF7097"/>
    <w:rsid w:val="00E00161"/>
    <w:rsid w:val="00E00C89"/>
    <w:rsid w:val="00E014A4"/>
    <w:rsid w:val="00E01E71"/>
    <w:rsid w:val="00E0248D"/>
    <w:rsid w:val="00E025CA"/>
    <w:rsid w:val="00E02E18"/>
    <w:rsid w:val="00E032BF"/>
    <w:rsid w:val="00E033EE"/>
    <w:rsid w:val="00E035F0"/>
    <w:rsid w:val="00E03932"/>
    <w:rsid w:val="00E03C67"/>
    <w:rsid w:val="00E04075"/>
    <w:rsid w:val="00E040CE"/>
    <w:rsid w:val="00E045E4"/>
    <w:rsid w:val="00E04C7D"/>
    <w:rsid w:val="00E06215"/>
    <w:rsid w:val="00E068DF"/>
    <w:rsid w:val="00E07FD0"/>
    <w:rsid w:val="00E1085D"/>
    <w:rsid w:val="00E10C7A"/>
    <w:rsid w:val="00E10E98"/>
    <w:rsid w:val="00E11A5E"/>
    <w:rsid w:val="00E12923"/>
    <w:rsid w:val="00E12CB8"/>
    <w:rsid w:val="00E12F96"/>
    <w:rsid w:val="00E133DC"/>
    <w:rsid w:val="00E1371B"/>
    <w:rsid w:val="00E139AA"/>
    <w:rsid w:val="00E14477"/>
    <w:rsid w:val="00E14920"/>
    <w:rsid w:val="00E14CCF"/>
    <w:rsid w:val="00E14DC9"/>
    <w:rsid w:val="00E15388"/>
    <w:rsid w:val="00E15531"/>
    <w:rsid w:val="00E155F1"/>
    <w:rsid w:val="00E15FFD"/>
    <w:rsid w:val="00E161F6"/>
    <w:rsid w:val="00E1662A"/>
    <w:rsid w:val="00E16808"/>
    <w:rsid w:val="00E16B41"/>
    <w:rsid w:val="00E16DB8"/>
    <w:rsid w:val="00E20099"/>
    <w:rsid w:val="00E201E8"/>
    <w:rsid w:val="00E211D5"/>
    <w:rsid w:val="00E213C4"/>
    <w:rsid w:val="00E21FE0"/>
    <w:rsid w:val="00E22451"/>
    <w:rsid w:val="00E22CFB"/>
    <w:rsid w:val="00E22D69"/>
    <w:rsid w:val="00E2307C"/>
    <w:rsid w:val="00E235B2"/>
    <w:rsid w:val="00E23FD7"/>
    <w:rsid w:val="00E24477"/>
    <w:rsid w:val="00E24834"/>
    <w:rsid w:val="00E24DEB"/>
    <w:rsid w:val="00E256B3"/>
    <w:rsid w:val="00E258A3"/>
    <w:rsid w:val="00E25DDA"/>
    <w:rsid w:val="00E26B7F"/>
    <w:rsid w:val="00E26E71"/>
    <w:rsid w:val="00E26E72"/>
    <w:rsid w:val="00E27704"/>
    <w:rsid w:val="00E30266"/>
    <w:rsid w:val="00E3095C"/>
    <w:rsid w:val="00E31944"/>
    <w:rsid w:val="00E31EF5"/>
    <w:rsid w:val="00E3266F"/>
    <w:rsid w:val="00E327D7"/>
    <w:rsid w:val="00E32AA8"/>
    <w:rsid w:val="00E332A9"/>
    <w:rsid w:val="00E336F3"/>
    <w:rsid w:val="00E338A5"/>
    <w:rsid w:val="00E33927"/>
    <w:rsid w:val="00E3432D"/>
    <w:rsid w:val="00E3453A"/>
    <w:rsid w:val="00E34AF5"/>
    <w:rsid w:val="00E34D9D"/>
    <w:rsid w:val="00E350F0"/>
    <w:rsid w:val="00E35936"/>
    <w:rsid w:val="00E36FA0"/>
    <w:rsid w:val="00E37638"/>
    <w:rsid w:val="00E377AD"/>
    <w:rsid w:val="00E377B9"/>
    <w:rsid w:val="00E4023D"/>
    <w:rsid w:val="00E40B36"/>
    <w:rsid w:val="00E40F3D"/>
    <w:rsid w:val="00E41615"/>
    <w:rsid w:val="00E41BC4"/>
    <w:rsid w:val="00E4243F"/>
    <w:rsid w:val="00E428A4"/>
    <w:rsid w:val="00E42EB6"/>
    <w:rsid w:val="00E43EB1"/>
    <w:rsid w:val="00E44796"/>
    <w:rsid w:val="00E44A89"/>
    <w:rsid w:val="00E44C2D"/>
    <w:rsid w:val="00E44D52"/>
    <w:rsid w:val="00E45399"/>
    <w:rsid w:val="00E46CEA"/>
    <w:rsid w:val="00E46E34"/>
    <w:rsid w:val="00E47D7C"/>
    <w:rsid w:val="00E50B03"/>
    <w:rsid w:val="00E50D22"/>
    <w:rsid w:val="00E51839"/>
    <w:rsid w:val="00E51A4A"/>
    <w:rsid w:val="00E51AD8"/>
    <w:rsid w:val="00E521F1"/>
    <w:rsid w:val="00E52C18"/>
    <w:rsid w:val="00E53411"/>
    <w:rsid w:val="00E53485"/>
    <w:rsid w:val="00E53952"/>
    <w:rsid w:val="00E53FE0"/>
    <w:rsid w:val="00E55425"/>
    <w:rsid w:val="00E559CC"/>
    <w:rsid w:val="00E5653D"/>
    <w:rsid w:val="00E56EDE"/>
    <w:rsid w:val="00E57663"/>
    <w:rsid w:val="00E60BDE"/>
    <w:rsid w:val="00E61587"/>
    <w:rsid w:val="00E616DA"/>
    <w:rsid w:val="00E618BE"/>
    <w:rsid w:val="00E61ECF"/>
    <w:rsid w:val="00E62084"/>
    <w:rsid w:val="00E622BB"/>
    <w:rsid w:val="00E62824"/>
    <w:rsid w:val="00E6384C"/>
    <w:rsid w:val="00E640E7"/>
    <w:rsid w:val="00E642BC"/>
    <w:rsid w:val="00E64BA3"/>
    <w:rsid w:val="00E65865"/>
    <w:rsid w:val="00E659A3"/>
    <w:rsid w:val="00E659FC"/>
    <w:rsid w:val="00E66044"/>
    <w:rsid w:val="00E66363"/>
    <w:rsid w:val="00E664EB"/>
    <w:rsid w:val="00E6685B"/>
    <w:rsid w:val="00E668D7"/>
    <w:rsid w:val="00E67250"/>
    <w:rsid w:val="00E673B0"/>
    <w:rsid w:val="00E6776B"/>
    <w:rsid w:val="00E70A2C"/>
    <w:rsid w:val="00E70CA3"/>
    <w:rsid w:val="00E70E72"/>
    <w:rsid w:val="00E71524"/>
    <w:rsid w:val="00E71676"/>
    <w:rsid w:val="00E72055"/>
    <w:rsid w:val="00E7311A"/>
    <w:rsid w:val="00E73451"/>
    <w:rsid w:val="00E73547"/>
    <w:rsid w:val="00E73598"/>
    <w:rsid w:val="00E7360E"/>
    <w:rsid w:val="00E737FB"/>
    <w:rsid w:val="00E7396F"/>
    <w:rsid w:val="00E73E96"/>
    <w:rsid w:val="00E74246"/>
    <w:rsid w:val="00E74287"/>
    <w:rsid w:val="00E7428E"/>
    <w:rsid w:val="00E74308"/>
    <w:rsid w:val="00E74C65"/>
    <w:rsid w:val="00E75544"/>
    <w:rsid w:val="00E7573D"/>
    <w:rsid w:val="00E75966"/>
    <w:rsid w:val="00E75B42"/>
    <w:rsid w:val="00E76977"/>
    <w:rsid w:val="00E76DBF"/>
    <w:rsid w:val="00E76E1B"/>
    <w:rsid w:val="00E77833"/>
    <w:rsid w:val="00E77D00"/>
    <w:rsid w:val="00E80E69"/>
    <w:rsid w:val="00E810C5"/>
    <w:rsid w:val="00E811A6"/>
    <w:rsid w:val="00E811B1"/>
    <w:rsid w:val="00E81305"/>
    <w:rsid w:val="00E814F1"/>
    <w:rsid w:val="00E81B9F"/>
    <w:rsid w:val="00E81ECA"/>
    <w:rsid w:val="00E8320B"/>
    <w:rsid w:val="00E8347B"/>
    <w:rsid w:val="00E834DA"/>
    <w:rsid w:val="00E838AA"/>
    <w:rsid w:val="00E8430E"/>
    <w:rsid w:val="00E8436D"/>
    <w:rsid w:val="00E84893"/>
    <w:rsid w:val="00E85368"/>
    <w:rsid w:val="00E85F99"/>
    <w:rsid w:val="00E85F9D"/>
    <w:rsid w:val="00E863B7"/>
    <w:rsid w:val="00E86BC6"/>
    <w:rsid w:val="00E86E34"/>
    <w:rsid w:val="00E87442"/>
    <w:rsid w:val="00E907F3"/>
    <w:rsid w:val="00E91714"/>
    <w:rsid w:val="00E92106"/>
    <w:rsid w:val="00E924A4"/>
    <w:rsid w:val="00E9322C"/>
    <w:rsid w:val="00E93580"/>
    <w:rsid w:val="00E93743"/>
    <w:rsid w:val="00E93E8C"/>
    <w:rsid w:val="00E940D7"/>
    <w:rsid w:val="00E95324"/>
    <w:rsid w:val="00E96C58"/>
    <w:rsid w:val="00E96E51"/>
    <w:rsid w:val="00E9751A"/>
    <w:rsid w:val="00E97573"/>
    <w:rsid w:val="00E977F3"/>
    <w:rsid w:val="00E97F54"/>
    <w:rsid w:val="00EA018D"/>
    <w:rsid w:val="00EA0CC8"/>
    <w:rsid w:val="00EA1111"/>
    <w:rsid w:val="00EA12D7"/>
    <w:rsid w:val="00EA13F7"/>
    <w:rsid w:val="00EA1A11"/>
    <w:rsid w:val="00EA1D92"/>
    <w:rsid w:val="00EA20D4"/>
    <w:rsid w:val="00EA3677"/>
    <w:rsid w:val="00EA3D1F"/>
    <w:rsid w:val="00EA40A4"/>
    <w:rsid w:val="00EA43C1"/>
    <w:rsid w:val="00EA4794"/>
    <w:rsid w:val="00EA49B5"/>
    <w:rsid w:val="00EA4AD4"/>
    <w:rsid w:val="00EA4EBC"/>
    <w:rsid w:val="00EA4EF0"/>
    <w:rsid w:val="00EA54E5"/>
    <w:rsid w:val="00EA5C00"/>
    <w:rsid w:val="00EA69A8"/>
    <w:rsid w:val="00EA6DD7"/>
    <w:rsid w:val="00EA79B3"/>
    <w:rsid w:val="00EA7CF6"/>
    <w:rsid w:val="00EB0932"/>
    <w:rsid w:val="00EB0966"/>
    <w:rsid w:val="00EB0D0F"/>
    <w:rsid w:val="00EB113D"/>
    <w:rsid w:val="00EB1216"/>
    <w:rsid w:val="00EB219F"/>
    <w:rsid w:val="00EB23D7"/>
    <w:rsid w:val="00EB3000"/>
    <w:rsid w:val="00EB32B4"/>
    <w:rsid w:val="00EB32C1"/>
    <w:rsid w:val="00EB49CD"/>
    <w:rsid w:val="00EB4BFE"/>
    <w:rsid w:val="00EB4C85"/>
    <w:rsid w:val="00EB4D5F"/>
    <w:rsid w:val="00EB5AD8"/>
    <w:rsid w:val="00EB6789"/>
    <w:rsid w:val="00EB6BB5"/>
    <w:rsid w:val="00EB6E49"/>
    <w:rsid w:val="00EC03A1"/>
    <w:rsid w:val="00EC03A5"/>
    <w:rsid w:val="00EC0435"/>
    <w:rsid w:val="00EC0A29"/>
    <w:rsid w:val="00EC0B79"/>
    <w:rsid w:val="00EC0CF8"/>
    <w:rsid w:val="00EC10C1"/>
    <w:rsid w:val="00EC1170"/>
    <w:rsid w:val="00EC18BF"/>
    <w:rsid w:val="00EC21F8"/>
    <w:rsid w:val="00EC3081"/>
    <w:rsid w:val="00EC348B"/>
    <w:rsid w:val="00EC3836"/>
    <w:rsid w:val="00EC3BEF"/>
    <w:rsid w:val="00EC3ED0"/>
    <w:rsid w:val="00EC42BB"/>
    <w:rsid w:val="00EC42BF"/>
    <w:rsid w:val="00EC45E8"/>
    <w:rsid w:val="00EC4829"/>
    <w:rsid w:val="00EC4E44"/>
    <w:rsid w:val="00EC51E2"/>
    <w:rsid w:val="00EC53EB"/>
    <w:rsid w:val="00EC56BF"/>
    <w:rsid w:val="00EC59F7"/>
    <w:rsid w:val="00EC6256"/>
    <w:rsid w:val="00EC62DD"/>
    <w:rsid w:val="00EC6670"/>
    <w:rsid w:val="00EC66F8"/>
    <w:rsid w:val="00EC6F49"/>
    <w:rsid w:val="00EC6F80"/>
    <w:rsid w:val="00EC7DEA"/>
    <w:rsid w:val="00EC7E1F"/>
    <w:rsid w:val="00EC7E7B"/>
    <w:rsid w:val="00ED1420"/>
    <w:rsid w:val="00ED1766"/>
    <w:rsid w:val="00ED179C"/>
    <w:rsid w:val="00ED1F0E"/>
    <w:rsid w:val="00ED2066"/>
    <w:rsid w:val="00ED219B"/>
    <w:rsid w:val="00ED2742"/>
    <w:rsid w:val="00ED2932"/>
    <w:rsid w:val="00ED3259"/>
    <w:rsid w:val="00ED38AD"/>
    <w:rsid w:val="00ED4CC9"/>
    <w:rsid w:val="00ED5B37"/>
    <w:rsid w:val="00ED5C10"/>
    <w:rsid w:val="00ED6E4C"/>
    <w:rsid w:val="00ED718A"/>
    <w:rsid w:val="00ED79DB"/>
    <w:rsid w:val="00ED7AC2"/>
    <w:rsid w:val="00EE03F5"/>
    <w:rsid w:val="00EE0794"/>
    <w:rsid w:val="00EE12F5"/>
    <w:rsid w:val="00EE13DD"/>
    <w:rsid w:val="00EE15D2"/>
    <w:rsid w:val="00EE228C"/>
    <w:rsid w:val="00EE24D2"/>
    <w:rsid w:val="00EE2649"/>
    <w:rsid w:val="00EE26B0"/>
    <w:rsid w:val="00EE2B7D"/>
    <w:rsid w:val="00EE2EB8"/>
    <w:rsid w:val="00EE3C4A"/>
    <w:rsid w:val="00EE3EC3"/>
    <w:rsid w:val="00EE3F02"/>
    <w:rsid w:val="00EE6176"/>
    <w:rsid w:val="00EE65EE"/>
    <w:rsid w:val="00EE7246"/>
    <w:rsid w:val="00EF0F71"/>
    <w:rsid w:val="00EF1498"/>
    <w:rsid w:val="00EF14DC"/>
    <w:rsid w:val="00EF1585"/>
    <w:rsid w:val="00EF1803"/>
    <w:rsid w:val="00EF18BC"/>
    <w:rsid w:val="00EF1B65"/>
    <w:rsid w:val="00EF2186"/>
    <w:rsid w:val="00EF259D"/>
    <w:rsid w:val="00EF2B0C"/>
    <w:rsid w:val="00EF2B13"/>
    <w:rsid w:val="00EF2CF6"/>
    <w:rsid w:val="00EF35F4"/>
    <w:rsid w:val="00EF3781"/>
    <w:rsid w:val="00EF3EA5"/>
    <w:rsid w:val="00EF3F5B"/>
    <w:rsid w:val="00EF479D"/>
    <w:rsid w:val="00EF4BE1"/>
    <w:rsid w:val="00EF4D9C"/>
    <w:rsid w:val="00EF5CE2"/>
    <w:rsid w:val="00EF67E0"/>
    <w:rsid w:val="00EF6E2F"/>
    <w:rsid w:val="00EF7322"/>
    <w:rsid w:val="00EF73DA"/>
    <w:rsid w:val="00EF7D40"/>
    <w:rsid w:val="00F0051A"/>
    <w:rsid w:val="00F0064B"/>
    <w:rsid w:val="00F012D2"/>
    <w:rsid w:val="00F022C0"/>
    <w:rsid w:val="00F02423"/>
    <w:rsid w:val="00F02C57"/>
    <w:rsid w:val="00F04106"/>
    <w:rsid w:val="00F0414B"/>
    <w:rsid w:val="00F042FD"/>
    <w:rsid w:val="00F05748"/>
    <w:rsid w:val="00F0583A"/>
    <w:rsid w:val="00F05E02"/>
    <w:rsid w:val="00F05FF7"/>
    <w:rsid w:val="00F06A9A"/>
    <w:rsid w:val="00F076AD"/>
    <w:rsid w:val="00F07AFC"/>
    <w:rsid w:val="00F07BFF"/>
    <w:rsid w:val="00F10B47"/>
    <w:rsid w:val="00F11548"/>
    <w:rsid w:val="00F1197B"/>
    <w:rsid w:val="00F11D3B"/>
    <w:rsid w:val="00F1202B"/>
    <w:rsid w:val="00F12229"/>
    <w:rsid w:val="00F12D82"/>
    <w:rsid w:val="00F12F4A"/>
    <w:rsid w:val="00F1301D"/>
    <w:rsid w:val="00F14101"/>
    <w:rsid w:val="00F144C4"/>
    <w:rsid w:val="00F15876"/>
    <w:rsid w:val="00F15EDA"/>
    <w:rsid w:val="00F16085"/>
    <w:rsid w:val="00F16288"/>
    <w:rsid w:val="00F16485"/>
    <w:rsid w:val="00F165B1"/>
    <w:rsid w:val="00F16A63"/>
    <w:rsid w:val="00F16AEA"/>
    <w:rsid w:val="00F16BE7"/>
    <w:rsid w:val="00F17322"/>
    <w:rsid w:val="00F200E7"/>
    <w:rsid w:val="00F204CD"/>
    <w:rsid w:val="00F20E07"/>
    <w:rsid w:val="00F21241"/>
    <w:rsid w:val="00F21374"/>
    <w:rsid w:val="00F21560"/>
    <w:rsid w:val="00F21887"/>
    <w:rsid w:val="00F2263D"/>
    <w:rsid w:val="00F22CC8"/>
    <w:rsid w:val="00F22E8B"/>
    <w:rsid w:val="00F22F1E"/>
    <w:rsid w:val="00F23952"/>
    <w:rsid w:val="00F23B38"/>
    <w:rsid w:val="00F23FEB"/>
    <w:rsid w:val="00F24AB0"/>
    <w:rsid w:val="00F24C0E"/>
    <w:rsid w:val="00F252B7"/>
    <w:rsid w:val="00F253F2"/>
    <w:rsid w:val="00F25F77"/>
    <w:rsid w:val="00F261E9"/>
    <w:rsid w:val="00F264FC"/>
    <w:rsid w:val="00F26849"/>
    <w:rsid w:val="00F26B18"/>
    <w:rsid w:val="00F26FE2"/>
    <w:rsid w:val="00F27025"/>
    <w:rsid w:val="00F2721B"/>
    <w:rsid w:val="00F2739D"/>
    <w:rsid w:val="00F275A2"/>
    <w:rsid w:val="00F301DC"/>
    <w:rsid w:val="00F30325"/>
    <w:rsid w:val="00F30EEB"/>
    <w:rsid w:val="00F32027"/>
    <w:rsid w:val="00F33781"/>
    <w:rsid w:val="00F338F0"/>
    <w:rsid w:val="00F33AC9"/>
    <w:rsid w:val="00F34201"/>
    <w:rsid w:val="00F3435D"/>
    <w:rsid w:val="00F346A8"/>
    <w:rsid w:val="00F351BB"/>
    <w:rsid w:val="00F35A2B"/>
    <w:rsid w:val="00F35D0B"/>
    <w:rsid w:val="00F35DB6"/>
    <w:rsid w:val="00F35FEA"/>
    <w:rsid w:val="00F3657D"/>
    <w:rsid w:val="00F37390"/>
    <w:rsid w:val="00F37576"/>
    <w:rsid w:val="00F4030C"/>
    <w:rsid w:val="00F40B24"/>
    <w:rsid w:val="00F40E08"/>
    <w:rsid w:val="00F410B8"/>
    <w:rsid w:val="00F41B80"/>
    <w:rsid w:val="00F4292A"/>
    <w:rsid w:val="00F42A19"/>
    <w:rsid w:val="00F42A9E"/>
    <w:rsid w:val="00F42AC8"/>
    <w:rsid w:val="00F42D80"/>
    <w:rsid w:val="00F43BA4"/>
    <w:rsid w:val="00F43DFB"/>
    <w:rsid w:val="00F44154"/>
    <w:rsid w:val="00F44F41"/>
    <w:rsid w:val="00F45631"/>
    <w:rsid w:val="00F45FB1"/>
    <w:rsid w:val="00F461EE"/>
    <w:rsid w:val="00F46BFB"/>
    <w:rsid w:val="00F4751B"/>
    <w:rsid w:val="00F5064A"/>
    <w:rsid w:val="00F507DD"/>
    <w:rsid w:val="00F50808"/>
    <w:rsid w:val="00F50B48"/>
    <w:rsid w:val="00F50D8F"/>
    <w:rsid w:val="00F5124F"/>
    <w:rsid w:val="00F514ED"/>
    <w:rsid w:val="00F525F9"/>
    <w:rsid w:val="00F526C8"/>
    <w:rsid w:val="00F52C5B"/>
    <w:rsid w:val="00F5387A"/>
    <w:rsid w:val="00F54394"/>
    <w:rsid w:val="00F54B72"/>
    <w:rsid w:val="00F558A5"/>
    <w:rsid w:val="00F55967"/>
    <w:rsid w:val="00F55B04"/>
    <w:rsid w:val="00F55C99"/>
    <w:rsid w:val="00F56A1A"/>
    <w:rsid w:val="00F56DFE"/>
    <w:rsid w:val="00F57211"/>
    <w:rsid w:val="00F57B16"/>
    <w:rsid w:val="00F6009E"/>
    <w:rsid w:val="00F60233"/>
    <w:rsid w:val="00F60238"/>
    <w:rsid w:val="00F60932"/>
    <w:rsid w:val="00F60961"/>
    <w:rsid w:val="00F61782"/>
    <w:rsid w:val="00F6180A"/>
    <w:rsid w:val="00F61906"/>
    <w:rsid w:val="00F61C29"/>
    <w:rsid w:val="00F61D09"/>
    <w:rsid w:val="00F61E8C"/>
    <w:rsid w:val="00F6261C"/>
    <w:rsid w:val="00F628D1"/>
    <w:rsid w:val="00F62B7D"/>
    <w:rsid w:val="00F6353D"/>
    <w:rsid w:val="00F63843"/>
    <w:rsid w:val="00F63E4F"/>
    <w:rsid w:val="00F6416A"/>
    <w:rsid w:val="00F645D1"/>
    <w:rsid w:val="00F6461B"/>
    <w:rsid w:val="00F6481B"/>
    <w:rsid w:val="00F65A92"/>
    <w:rsid w:val="00F65B00"/>
    <w:rsid w:val="00F65D68"/>
    <w:rsid w:val="00F66083"/>
    <w:rsid w:val="00F66F6D"/>
    <w:rsid w:val="00F671E3"/>
    <w:rsid w:val="00F672B3"/>
    <w:rsid w:val="00F6787A"/>
    <w:rsid w:val="00F67D4B"/>
    <w:rsid w:val="00F67E66"/>
    <w:rsid w:val="00F7013A"/>
    <w:rsid w:val="00F70154"/>
    <w:rsid w:val="00F7033C"/>
    <w:rsid w:val="00F704C3"/>
    <w:rsid w:val="00F70626"/>
    <w:rsid w:val="00F70793"/>
    <w:rsid w:val="00F70F5F"/>
    <w:rsid w:val="00F70FCA"/>
    <w:rsid w:val="00F71B7F"/>
    <w:rsid w:val="00F71D7A"/>
    <w:rsid w:val="00F71E54"/>
    <w:rsid w:val="00F7214C"/>
    <w:rsid w:val="00F72277"/>
    <w:rsid w:val="00F723ED"/>
    <w:rsid w:val="00F72A3A"/>
    <w:rsid w:val="00F72D08"/>
    <w:rsid w:val="00F73515"/>
    <w:rsid w:val="00F7367D"/>
    <w:rsid w:val="00F736A8"/>
    <w:rsid w:val="00F74785"/>
    <w:rsid w:val="00F74B2D"/>
    <w:rsid w:val="00F7597A"/>
    <w:rsid w:val="00F75DAA"/>
    <w:rsid w:val="00F76670"/>
    <w:rsid w:val="00F76D03"/>
    <w:rsid w:val="00F76D5B"/>
    <w:rsid w:val="00F76E8E"/>
    <w:rsid w:val="00F76FCF"/>
    <w:rsid w:val="00F77250"/>
    <w:rsid w:val="00F77966"/>
    <w:rsid w:val="00F80308"/>
    <w:rsid w:val="00F8039B"/>
    <w:rsid w:val="00F80415"/>
    <w:rsid w:val="00F80BAB"/>
    <w:rsid w:val="00F81C60"/>
    <w:rsid w:val="00F81D9E"/>
    <w:rsid w:val="00F820FE"/>
    <w:rsid w:val="00F8214E"/>
    <w:rsid w:val="00F822C3"/>
    <w:rsid w:val="00F8276D"/>
    <w:rsid w:val="00F82998"/>
    <w:rsid w:val="00F82FD5"/>
    <w:rsid w:val="00F8348A"/>
    <w:rsid w:val="00F835AA"/>
    <w:rsid w:val="00F83B68"/>
    <w:rsid w:val="00F83C70"/>
    <w:rsid w:val="00F83DEA"/>
    <w:rsid w:val="00F83E42"/>
    <w:rsid w:val="00F83EBE"/>
    <w:rsid w:val="00F84480"/>
    <w:rsid w:val="00F84626"/>
    <w:rsid w:val="00F847C4"/>
    <w:rsid w:val="00F84C88"/>
    <w:rsid w:val="00F84F8C"/>
    <w:rsid w:val="00F8554D"/>
    <w:rsid w:val="00F85728"/>
    <w:rsid w:val="00F8606F"/>
    <w:rsid w:val="00F86260"/>
    <w:rsid w:val="00F863E7"/>
    <w:rsid w:val="00F86D4E"/>
    <w:rsid w:val="00F87840"/>
    <w:rsid w:val="00F8787A"/>
    <w:rsid w:val="00F87A30"/>
    <w:rsid w:val="00F87AF2"/>
    <w:rsid w:val="00F87F89"/>
    <w:rsid w:val="00F90930"/>
    <w:rsid w:val="00F90BC1"/>
    <w:rsid w:val="00F90E77"/>
    <w:rsid w:val="00F91041"/>
    <w:rsid w:val="00F910A6"/>
    <w:rsid w:val="00F91304"/>
    <w:rsid w:val="00F9195C"/>
    <w:rsid w:val="00F91C72"/>
    <w:rsid w:val="00F920FE"/>
    <w:rsid w:val="00F92207"/>
    <w:rsid w:val="00F92436"/>
    <w:rsid w:val="00F941D9"/>
    <w:rsid w:val="00F9476D"/>
    <w:rsid w:val="00F94BC0"/>
    <w:rsid w:val="00F9596F"/>
    <w:rsid w:val="00F95A6E"/>
    <w:rsid w:val="00F95D6C"/>
    <w:rsid w:val="00F95F76"/>
    <w:rsid w:val="00F96449"/>
    <w:rsid w:val="00F96512"/>
    <w:rsid w:val="00F96A79"/>
    <w:rsid w:val="00F96DA5"/>
    <w:rsid w:val="00F9719F"/>
    <w:rsid w:val="00F9781A"/>
    <w:rsid w:val="00FA03E1"/>
    <w:rsid w:val="00FA0E9A"/>
    <w:rsid w:val="00FA16E3"/>
    <w:rsid w:val="00FA1F45"/>
    <w:rsid w:val="00FA25E2"/>
    <w:rsid w:val="00FA2890"/>
    <w:rsid w:val="00FA2B3A"/>
    <w:rsid w:val="00FA2C07"/>
    <w:rsid w:val="00FA2EA8"/>
    <w:rsid w:val="00FA3006"/>
    <w:rsid w:val="00FA44AC"/>
    <w:rsid w:val="00FA44D3"/>
    <w:rsid w:val="00FA4531"/>
    <w:rsid w:val="00FA4B3C"/>
    <w:rsid w:val="00FA523C"/>
    <w:rsid w:val="00FA525D"/>
    <w:rsid w:val="00FA5B85"/>
    <w:rsid w:val="00FA5EC4"/>
    <w:rsid w:val="00FA64A8"/>
    <w:rsid w:val="00FA64E8"/>
    <w:rsid w:val="00FA75D4"/>
    <w:rsid w:val="00FA7B68"/>
    <w:rsid w:val="00FA7DA5"/>
    <w:rsid w:val="00FB02EB"/>
    <w:rsid w:val="00FB0E8F"/>
    <w:rsid w:val="00FB0EA9"/>
    <w:rsid w:val="00FB13D7"/>
    <w:rsid w:val="00FB1734"/>
    <w:rsid w:val="00FB19DD"/>
    <w:rsid w:val="00FB2311"/>
    <w:rsid w:val="00FB3216"/>
    <w:rsid w:val="00FB350D"/>
    <w:rsid w:val="00FB3AAF"/>
    <w:rsid w:val="00FB4289"/>
    <w:rsid w:val="00FB441F"/>
    <w:rsid w:val="00FB4C2B"/>
    <w:rsid w:val="00FB4F03"/>
    <w:rsid w:val="00FB5F9E"/>
    <w:rsid w:val="00FB6008"/>
    <w:rsid w:val="00FB6AC9"/>
    <w:rsid w:val="00FB726A"/>
    <w:rsid w:val="00FC0342"/>
    <w:rsid w:val="00FC051E"/>
    <w:rsid w:val="00FC1A6F"/>
    <w:rsid w:val="00FC1CC7"/>
    <w:rsid w:val="00FC1CD2"/>
    <w:rsid w:val="00FC222C"/>
    <w:rsid w:val="00FC305E"/>
    <w:rsid w:val="00FC3231"/>
    <w:rsid w:val="00FC3524"/>
    <w:rsid w:val="00FC3FD3"/>
    <w:rsid w:val="00FC4074"/>
    <w:rsid w:val="00FC4B7F"/>
    <w:rsid w:val="00FC4C7C"/>
    <w:rsid w:val="00FC536C"/>
    <w:rsid w:val="00FC5F06"/>
    <w:rsid w:val="00FC614D"/>
    <w:rsid w:val="00FC6227"/>
    <w:rsid w:val="00FC7599"/>
    <w:rsid w:val="00FC78F0"/>
    <w:rsid w:val="00FD02FF"/>
    <w:rsid w:val="00FD031A"/>
    <w:rsid w:val="00FD0B6D"/>
    <w:rsid w:val="00FD0C7E"/>
    <w:rsid w:val="00FD10DC"/>
    <w:rsid w:val="00FD1A40"/>
    <w:rsid w:val="00FD1AA0"/>
    <w:rsid w:val="00FD1BD2"/>
    <w:rsid w:val="00FD1D87"/>
    <w:rsid w:val="00FD20E4"/>
    <w:rsid w:val="00FD2377"/>
    <w:rsid w:val="00FD31D9"/>
    <w:rsid w:val="00FD355D"/>
    <w:rsid w:val="00FD35ED"/>
    <w:rsid w:val="00FD3655"/>
    <w:rsid w:val="00FD37D8"/>
    <w:rsid w:val="00FD380A"/>
    <w:rsid w:val="00FD3967"/>
    <w:rsid w:val="00FD4CB6"/>
    <w:rsid w:val="00FD4DFD"/>
    <w:rsid w:val="00FD57EA"/>
    <w:rsid w:val="00FD58CB"/>
    <w:rsid w:val="00FD5D51"/>
    <w:rsid w:val="00FD6616"/>
    <w:rsid w:val="00FD67D0"/>
    <w:rsid w:val="00FD7258"/>
    <w:rsid w:val="00FD72E2"/>
    <w:rsid w:val="00FD74C8"/>
    <w:rsid w:val="00FD7716"/>
    <w:rsid w:val="00FE1277"/>
    <w:rsid w:val="00FE129B"/>
    <w:rsid w:val="00FE15D2"/>
    <w:rsid w:val="00FE1842"/>
    <w:rsid w:val="00FE19B3"/>
    <w:rsid w:val="00FE1A5F"/>
    <w:rsid w:val="00FE1E1B"/>
    <w:rsid w:val="00FE2257"/>
    <w:rsid w:val="00FE227F"/>
    <w:rsid w:val="00FE28AA"/>
    <w:rsid w:val="00FE33F8"/>
    <w:rsid w:val="00FE3680"/>
    <w:rsid w:val="00FE3BCE"/>
    <w:rsid w:val="00FE40A6"/>
    <w:rsid w:val="00FE45ED"/>
    <w:rsid w:val="00FE4C78"/>
    <w:rsid w:val="00FE4FEE"/>
    <w:rsid w:val="00FE5287"/>
    <w:rsid w:val="00FE5834"/>
    <w:rsid w:val="00FE59E2"/>
    <w:rsid w:val="00FE5AB0"/>
    <w:rsid w:val="00FE5B30"/>
    <w:rsid w:val="00FE5E94"/>
    <w:rsid w:val="00FE7BA6"/>
    <w:rsid w:val="00FE7F53"/>
    <w:rsid w:val="00FF0A41"/>
    <w:rsid w:val="00FF0D3F"/>
    <w:rsid w:val="00FF19CD"/>
    <w:rsid w:val="00FF1B89"/>
    <w:rsid w:val="00FF1DEF"/>
    <w:rsid w:val="00FF1FE1"/>
    <w:rsid w:val="00FF2616"/>
    <w:rsid w:val="00FF2DDF"/>
    <w:rsid w:val="00FF2E3B"/>
    <w:rsid w:val="00FF46E3"/>
    <w:rsid w:val="00FF4B2D"/>
    <w:rsid w:val="00FF5552"/>
    <w:rsid w:val="00FF55A7"/>
    <w:rsid w:val="00FF57D2"/>
    <w:rsid w:val="00FF5DED"/>
    <w:rsid w:val="00FF652B"/>
    <w:rsid w:val="00FF6A11"/>
    <w:rsid w:val="00FF6A35"/>
    <w:rsid w:val="00FF6D49"/>
    <w:rsid w:val="00FF6F31"/>
    <w:rsid w:val="00FF7036"/>
    <w:rsid w:val="00FF71C4"/>
    <w:rsid w:val="00FF72D9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1D2F"/>
    <w:pPr>
      <w:keepNext/>
      <w:jc w:val="center"/>
      <w:outlineLvl w:val="0"/>
    </w:pPr>
    <w:rPr>
      <w:rFonts w:ascii="Times New Roman" w:hAnsi="Times New Roman" w:cs="Times New Roman"/>
      <w:b/>
      <w:bCs/>
      <w:sz w:val="25"/>
      <w:szCs w:val="2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1D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D54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336</Words>
  <Characters>1920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</dc:title>
  <dc:subject/>
  <dc:creator>User</dc:creator>
  <cp:keywords/>
  <dc:description/>
  <cp:lastModifiedBy>sgb</cp:lastModifiedBy>
  <cp:revision>6</cp:revision>
  <cp:lastPrinted>2015-09-21T10:23:00Z</cp:lastPrinted>
  <dcterms:created xsi:type="dcterms:W3CDTF">2015-09-21T11:33:00Z</dcterms:created>
  <dcterms:modified xsi:type="dcterms:W3CDTF">2015-09-25T10:17:00Z</dcterms:modified>
</cp:coreProperties>
</file>